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4503"/>
        <w:gridCol w:w="5528"/>
      </w:tblGrid>
      <w:tr w:rsidR="00FD16F2" w:rsidRPr="00ED4CA8" w:rsidTr="009B0064">
        <w:trPr>
          <w:trHeight w:val="2129"/>
        </w:trPr>
        <w:tc>
          <w:tcPr>
            <w:tcW w:w="4503" w:type="dxa"/>
            <w:vAlign w:val="center"/>
          </w:tcPr>
          <w:p w:rsidR="00FD16F2" w:rsidRPr="00ED4CA8" w:rsidRDefault="00FD16F2" w:rsidP="00ED4CA8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2" o:spid="_x0000_s1044" type="#_x0000_t75" style="position:absolute;left:0;text-align:left;margin-left:120.95pt;margin-top:5.75pt;width:138.55pt;height:67.3pt;z-index:-8;visibility:visible">
                  <v:imagedata r:id="rId6" o:title=""/>
                </v:shape>
              </w:pict>
            </w:r>
            <w:r>
              <w:rPr>
                <w:sz w:val="24"/>
                <w:szCs w:val="24"/>
              </w:rPr>
              <w:t>Главный инженер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ОАО «МРСК Центра» - «Орелэнерго»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Мценские электрические сети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________________П.Ф. Негодин</w:t>
            </w:r>
          </w:p>
          <w:p w:rsidR="00FD16F2" w:rsidRPr="00ED4CA8" w:rsidRDefault="00ED74A3" w:rsidP="00ED7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«20»  мая  2009г.</w:t>
            </w:r>
          </w:p>
        </w:tc>
      </w:tr>
    </w:tbl>
    <w:p w:rsidR="005522B8" w:rsidRPr="00ED4CA8" w:rsidRDefault="005522B8" w:rsidP="00ED4CA8">
      <w:pPr>
        <w:jc w:val="both"/>
        <w:rPr>
          <w:sz w:val="24"/>
          <w:szCs w:val="24"/>
        </w:rPr>
      </w:pPr>
    </w:p>
    <w:p w:rsidR="005522B8" w:rsidRPr="00ED4CA8" w:rsidRDefault="005522B8" w:rsidP="00ED4CA8">
      <w:pPr>
        <w:jc w:val="both"/>
        <w:rPr>
          <w:sz w:val="24"/>
          <w:szCs w:val="24"/>
        </w:rPr>
      </w:pPr>
    </w:p>
    <w:p w:rsidR="005522B8" w:rsidRPr="00ED4CA8" w:rsidRDefault="005522B8" w:rsidP="00ED4CA8">
      <w:pPr>
        <w:jc w:val="center"/>
        <w:rPr>
          <w:sz w:val="24"/>
          <w:szCs w:val="24"/>
        </w:rPr>
      </w:pPr>
    </w:p>
    <w:p w:rsidR="005522B8" w:rsidRPr="00ED4CA8" w:rsidRDefault="005522B8" w:rsidP="00ED4CA8">
      <w:pPr>
        <w:pStyle w:val="1"/>
        <w:rPr>
          <w:sz w:val="24"/>
          <w:szCs w:val="24"/>
        </w:rPr>
      </w:pPr>
      <w:proofErr w:type="gramStart"/>
      <w:r w:rsidRPr="00ED4CA8">
        <w:rPr>
          <w:sz w:val="24"/>
          <w:szCs w:val="24"/>
        </w:rPr>
        <w:t>П</w:t>
      </w:r>
      <w:proofErr w:type="gramEnd"/>
      <w:r w:rsidRPr="00ED4CA8">
        <w:rPr>
          <w:sz w:val="24"/>
          <w:szCs w:val="24"/>
        </w:rPr>
        <w:t xml:space="preserve"> Е Р Е Ч Е Н Ь</w:t>
      </w:r>
    </w:p>
    <w:p w:rsidR="005522B8" w:rsidRPr="00ED4CA8" w:rsidRDefault="005522B8" w:rsidP="00ED4CA8">
      <w:pPr>
        <w:jc w:val="both"/>
        <w:rPr>
          <w:sz w:val="24"/>
          <w:szCs w:val="24"/>
        </w:rPr>
      </w:pPr>
    </w:p>
    <w:p w:rsidR="005522B8" w:rsidRPr="00ED4CA8" w:rsidRDefault="005522B8" w:rsidP="00ED4CA8">
      <w:pPr>
        <w:pStyle w:val="2"/>
        <w:jc w:val="center"/>
        <w:rPr>
          <w:sz w:val="24"/>
          <w:szCs w:val="24"/>
        </w:rPr>
      </w:pPr>
      <w:r w:rsidRPr="00ED4CA8">
        <w:rPr>
          <w:sz w:val="24"/>
          <w:szCs w:val="24"/>
        </w:rPr>
        <w:t>Типовых бланков переключений, проводимых на ПС 110/10кВ  «</w:t>
      </w:r>
      <w:r w:rsidR="00847533" w:rsidRPr="00ED4CA8">
        <w:rPr>
          <w:sz w:val="24"/>
          <w:szCs w:val="24"/>
        </w:rPr>
        <w:t>Тельчье</w:t>
      </w:r>
      <w:r w:rsidRPr="00ED4CA8">
        <w:rPr>
          <w:sz w:val="24"/>
          <w:szCs w:val="24"/>
        </w:rPr>
        <w:t>»</w:t>
      </w:r>
    </w:p>
    <w:p w:rsidR="005522B8" w:rsidRPr="00ED4CA8" w:rsidRDefault="005522B8" w:rsidP="00ED4CA8">
      <w:pPr>
        <w:pStyle w:val="2"/>
        <w:rPr>
          <w:sz w:val="24"/>
          <w:szCs w:val="24"/>
        </w:rPr>
      </w:pPr>
    </w:p>
    <w:p w:rsidR="005C52DD" w:rsidRPr="00ED4CA8" w:rsidRDefault="005C52DD" w:rsidP="00ED4CA8">
      <w:pPr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6979"/>
        <w:gridCol w:w="1985"/>
      </w:tblGrid>
      <w:tr w:rsidR="005522B8" w:rsidRPr="00ED4CA8" w:rsidTr="009C4D5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101" w:type="dxa"/>
          </w:tcPr>
          <w:p w:rsidR="005522B8" w:rsidRPr="00ED4CA8" w:rsidRDefault="005522B8" w:rsidP="00ED4CA8">
            <w:pPr>
              <w:jc w:val="center"/>
              <w:rPr>
                <w:sz w:val="24"/>
                <w:szCs w:val="24"/>
              </w:rPr>
            </w:pPr>
          </w:p>
          <w:p w:rsidR="002B00A8" w:rsidRPr="00ED4CA8" w:rsidRDefault="005522B8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№ </w:t>
            </w:r>
          </w:p>
          <w:p w:rsidR="005522B8" w:rsidRPr="00ED4CA8" w:rsidRDefault="005522B8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бла</w:t>
            </w:r>
            <w:r w:rsidRPr="00ED4CA8">
              <w:rPr>
                <w:sz w:val="24"/>
                <w:szCs w:val="24"/>
              </w:rPr>
              <w:t>н</w:t>
            </w:r>
            <w:r w:rsidRPr="00ED4CA8">
              <w:rPr>
                <w:sz w:val="24"/>
                <w:szCs w:val="24"/>
              </w:rPr>
              <w:t>ка</w:t>
            </w:r>
          </w:p>
        </w:tc>
        <w:tc>
          <w:tcPr>
            <w:tcW w:w="6979" w:type="dxa"/>
          </w:tcPr>
          <w:p w:rsidR="005522B8" w:rsidRPr="00ED4CA8" w:rsidRDefault="005522B8" w:rsidP="00ED4CA8">
            <w:pPr>
              <w:pStyle w:val="1"/>
              <w:rPr>
                <w:sz w:val="24"/>
                <w:szCs w:val="24"/>
              </w:rPr>
            </w:pPr>
          </w:p>
          <w:p w:rsidR="005522B8" w:rsidRPr="00ED4CA8" w:rsidRDefault="005522B8" w:rsidP="00ED4CA8">
            <w:pPr>
              <w:pStyle w:val="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Задание по бланку</w:t>
            </w:r>
          </w:p>
        </w:tc>
        <w:tc>
          <w:tcPr>
            <w:tcW w:w="1985" w:type="dxa"/>
          </w:tcPr>
          <w:p w:rsidR="00E65FC4" w:rsidRPr="00ED4CA8" w:rsidRDefault="00E65FC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Количес</w:t>
            </w:r>
            <w:r w:rsidRPr="00ED4CA8">
              <w:rPr>
                <w:sz w:val="24"/>
                <w:szCs w:val="24"/>
              </w:rPr>
              <w:t>т</w:t>
            </w:r>
            <w:r w:rsidRPr="00ED4CA8">
              <w:rPr>
                <w:sz w:val="24"/>
                <w:szCs w:val="24"/>
              </w:rPr>
              <w:t>во</w:t>
            </w:r>
            <w:r w:rsidR="005522B8" w:rsidRPr="00ED4CA8">
              <w:rPr>
                <w:sz w:val="24"/>
                <w:szCs w:val="24"/>
              </w:rPr>
              <w:t xml:space="preserve"> </w:t>
            </w:r>
          </w:p>
          <w:p w:rsidR="00E65FC4" w:rsidRPr="00ED4CA8" w:rsidRDefault="005522B8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чело</w:t>
            </w:r>
            <w:r w:rsidR="00E65FC4" w:rsidRPr="00ED4CA8">
              <w:rPr>
                <w:sz w:val="24"/>
                <w:szCs w:val="24"/>
              </w:rPr>
              <w:t xml:space="preserve">век </w:t>
            </w:r>
          </w:p>
          <w:p w:rsidR="005522B8" w:rsidRPr="00ED4CA8" w:rsidRDefault="005522B8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учас</w:t>
            </w:r>
            <w:r w:rsidRPr="00ED4CA8">
              <w:rPr>
                <w:sz w:val="24"/>
                <w:szCs w:val="24"/>
              </w:rPr>
              <w:t>т</w:t>
            </w:r>
            <w:r w:rsidRPr="00ED4CA8">
              <w:rPr>
                <w:sz w:val="24"/>
                <w:szCs w:val="24"/>
              </w:rPr>
              <w:t>в</w:t>
            </w:r>
            <w:r w:rsidR="00E65FC4" w:rsidRPr="00ED4CA8">
              <w:rPr>
                <w:sz w:val="24"/>
                <w:szCs w:val="24"/>
              </w:rPr>
              <w:t>ующих</w:t>
            </w:r>
          </w:p>
          <w:p w:rsidR="005522B8" w:rsidRPr="00ED4CA8" w:rsidRDefault="00E65FC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в </w:t>
            </w:r>
            <w:r w:rsidR="005522B8" w:rsidRPr="00ED4CA8">
              <w:rPr>
                <w:sz w:val="24"/>
                <w:szCs w:val="24"/>
              </w:rPr>
              <w:t>перекл</w:t>
            </w:r>
            <w:r w:rsidRPr="00ED4CA8">
              <w:rPr>
                <w:sz w:val="24"/>
                <w:szCs w:val="24"/>
              </w:rPr>
              <w:t>юч</w:t>
            </w:r>
            <w:r w:rsidRPr="00ED4CA8">
              <w:rPr>
                <w:sz w:val="24"/>
                <w:szCs w:val="24"/>
              </w:rPr>
              <w:t>е</w:t>
            </w:r>
            <w:r w:rsidRPr="00ED4CA8">
              <w:rPr>
                <w:sz w:val="24"/>
                <w:szCs w:val="24"/>
              </w:rPr>
              <w:t>ниях</w:t>
            </w:r>
          </w:p>
        </w:tc>
      </w:tr>
      <w:tr w:rsidR="0080758F" w:rsidRPr="00ED4CA8" w:rsidTr="009C4D5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101" w:type="dxa"/>
          </w:tcPr>
          <w:p w:rsidR="0080758F" w:rsidRPr="00ED4CA8" w:rsidRDefault="0080758F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</w:t>
            </w:r>
          </w:p>
        </w:tc>
        <w:tc>
          <w:tcPr>
            <w:tcW w:w="6979" w:type="dxa"/>
          </w:tcPr>
          <w:p w:rsidR="0080758F" w:rsidRPr="00ED4CA8" w:rsidRDefault="009B0064" w:rsidP="00ED4CA8">
            <w:pPr>
              <w:jc w:val="both"/>
              <w:rPr>
                <w:color w:val="000000"/>
                <w:sz w:val="24"/>
                <w:szCs w:val="24"/>
              </w:rPr>
            </w:pPr>
            <w:r w:rsidRPr="00ED4CA8">
              <w:rPr>
                <w:color w:val="000000"/>
                <w:sz w:val="24"/>
                <w:szCs w:val="24"/>
              </w:rPr>
              <w:t xml:space="preserve">Вывести </w:t>
            </w:r>
            <w:r w:rsidR="0080758F" w:rsidRPr="00ED4CA8">
              <w:rPr>
                <w:color w:val="000000"/>
                <w:sz w:val="24"/>
                <w:szCs w:val="24"/>
              </w:rPr>
              <w:t>в ремонт Т-</w:t>
            </w:r>
            <w:r w:rsidR="00847533" w:rsidRPr="00ED4CA8">
              <w:rPr>
                <w:color w:val="000000"/>
                <w:sz w:val="24"/>
                <w:szCs w:val="24"/>
              </w:rPr>
              <w:t>1</w:t>
            </w:r>
            <w:r w:rsidR="0080758F" w:rsidRPr="00ED4CA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0758F" w:rsidRPr="00ED4CA8" w:rsidRDefault="0080758F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</w:tr>
      <w:tr w:rsidR="0080758F" w:rsidRPr="00ED4CA8" w:rsidTr="009C4D5A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101" w:type="dxa"/>
          </w:tcPr>
          <w:p w:rsidR="0080758F" w:rsidRPr="00ED4CA8" w:rsidRDefault="0080758F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  <w:tc>
          <w:tcPr>
            <w:tcW w:w="6979" w:type="dxa"/>
          </w:tcPr>
          <w:p w:rsidR="0080758F" w:rsidRPr="00ED4CA8" w:rsidRDefault="0080758F" w:rsidP="00ED4CA8">
            <w:pPr>
              <w:rPr>
                <w:color w:val="000000"/>
                <w:sz w:val="24"/>
                <w:szCs w:val="24"/>
              </w:rPr>
            </w:pPr>
            <w:r w:rsidRPr="00ED4CA8">
              <w:rPr>
                <w:color w:val="000000"/>
                <w:sz w:val="24"/>
                <w:szCs w:val="24"/>
              </w:rPr>
              <w:t>Ввести в работу Т-</w:t>
            </w:r>
            <w:r w:rsidR="00847533" w:rsidRPr="00ED4CA8">
              <w:rPr>
                <w:color w:val="000000"/>
                <w:sz w:val="24"/>
                <w:szCs w:val="24"/>
              </w:rPr>
              <w:t>1</w:t>
            </w:r>
            <w:r w:rsidRPr="00ED4CA8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</w:tcPr>
          <w:p w:rsidR="0080758F" w:rsidRPr="00ED4CA8" w:rsidRDefault="0080758F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2 </w:t>
            </w:r>
          </w:p>
        </w:tc>
      </w:tr>
      <w:tr w:rsidR="00D722DB" w:rsidRPr="00ED4CA8" w:rsidTr="009C4D5A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101" w:type="dxa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</w:t>
            </w:r>
          </w:p>
        </w:tc>
        <w:tc>
          <w:tcPr>
            <w:tcW w:w="6979" w:type="dxa"/>
          </w:tcPr>
          <w:p w:rsidR="00D722DB" w:rsidRPr="00ED4CA8" w:rsidRDefault="00D722DB" w:rsidP="00ED4CA8">
            <w:pPr>
              <w:jc w:val="both"/>
              <w:rPr>
                <w:color w:val="000000"/>
                <w:sz w:val="24"/>
                <w:szCs w:val="24"/>
              </w:rPr>
            </w:pPr>
            <w:r w:rsidRPr="00ED4CA8">
              <w:rPr>
                <w:color w:val="000000"/>
                <w:sz w:val="24"/>
                <w:szCs w:val="24"/>
              </w:rPr>
              <w:t xml:space="preserve">Вывести в резерв Т-1 </w:t>
            </w:r>
          </w:p>
        </w:tc>
        <w:tc>
          <w:tcPr>
            <w:tcW w:w="1985" w:type="dxa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</w:tr>
      <w:tr w:rsidR="00D722DB" w:rsidRPr="00ED4CA8" w:rsidTr="00005A5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101" w:type="dxa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4</w:t>
            </w:r>
          </w:p>
        </w:tc>
        <w:tc>
          <w:tcPr>
            <w:tcW w:w="6979" w:type="dxa"/>
          </w:tcPr>
          <w:p w:rsidR="00D722DB" w:rsidRPr="00ED4CA8" w:rsidRDefault="00D722DB" w:rsidP="00ED4CA8">
            <w:pPr>
              <w:rPr>
                <w:color w:val="000000"/>
                <w:sz w:val="24"/>
                <w:szCs w:val="24"/>
              </w:rPr>
            </w:pPr>
            <w:r w:rsidRPr="00ED4CA8">
              <w:rPr>
                <w:color w:val="000000"/>
                <w:sz w:val="24"/>
                <w:szCs w:val="24"/>
              </w:rPr>
              <w:t xml:space="preserve">Ввести в работу Т-1  </w:t>
            </w:r>
          </w:p>
        </w:tc>
        <w:tc>
          <w:tcPr>
            <w:tcW w:w="1985" w:type="dxa"/>
          </w:tcPr>
          <w:p w:rsidR="00D722DB" w:rsidRPr="00ED4CA8" w:rsidRDefault="00D722DB" w:rsidP="00ED4CA8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</w:tr>
      <w:tr w:rsidR="00D722DB" w:rsidRPr="00ED4CA8" w:rsidTr="009C4D5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5</w:t>
            </w:r>
          </w:p>
        </w:tc>
        <w:tc>
          <w:tcPr>
            <w:tcW w:w="6979" w:type="dxa"/>
          </w:tcPr>
          <w:p w:rsidR="00D722DB" w:rsidRPr="00ED4CA8" w:rsidRDefault="00D722DB" w:rsidP="00ED4CA8">
            <w:pPr>
              <w:jc w:val="both"/>
              <w:rPr>
                <w:color w:val="000000"/>
                <w:sz w:val="24"/>
                <w:szCs w:val="24"/>
              </w:rPr>
            </w:pPr>
            <w:r w:rsidRPr="00ED4CA8">
              <w:rPr>
                <w:color w:val="000000"/>
                <w:sz w:val="24"/>
                <w:szCs w:val="24"/>
              </w:rPr>
              <w:t>Вывести в рем</w:t>
            </w:r>
            <w:bookmarkStart w:id="0" w:name="_Hlt9208455"/>
            <w:r w:rsidRPr="00ED4CA8">
              <w:rPr>
                <w:color w:val="000000"/>
                <w:sz w:val="24"/>
                <w:szCs w:val="24"/>
              </w:rPr>
              <w:t>о</w:t>
            </w:r>
            <w:bookmarkEnd w:id="0"/>
            <w:r w:rsidRPr="00ED4CA8">
              <w:rPr>
                <w:color w:val="000000"/>
                <w:sz w:val="24"/>
                <w:szCs w:val="24"/>
              </w:rPr>
              <w:t xml:space="preserve">нт  с.ш.-10 кВ </w:t>
            </w:r>
          </w:p>
        </w:tc>
        <w:tc>
          <w:tcPr>
            <w:tcW w:w="1985" w:type="dxa"/>
          </w:tcPr>
          <w:p w:rsidR="00D722DB" w:rsidRPr="00ED4CA8" w:rsidRDefault="00D722DB" w:rsidP="00ED4C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</w:tr>
      <w:tr w:rsidR="00D722DB" w:rsidRPr="00ED4CA8" w:rsidTr="009C4D5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6</w:t>
            </w:r>
          </w:p>
        </w:tc>
        <w:tc>
          <w:tcPr>
            <w:tcW w:w="6979" w:type="dxa"/>
          </w:tcPr>
          <w:p w:rsidR="00D722DB" w:rsidRPr="00ED4CA8" w:rsidRDefault="00D722DB" w:rsidP="00ED4CA8">
            <w:pPr>
              <w:jc w:val="both"/>
              <w:rPr>
                <w:color w:val="000000"/>
                <w:sz w:val="24"/>
                <w:szCs w:val="24"/>
              </w:rPr>
            </w:pPr>
            <w:r w:rsidRPr="00ED4CA8">
              <w:rPr>
                <w:color w:val="000000"/>
                <w:sz w:val="24"/>
                <w:szCs w:val="24"/>
              </w:rPr>
              <w:t>Ввести в работу  с.ш.-10 кВ</w:t>
            </w:r>
          </w:p>
        </w:tc>
        <w:tc>
          <w:tcPr>
            <w:tcW w:w="1985" w:type="dxa"/>
          </w:tcPr>
          <w:p w:rsidR="00D722DB" w:rsidRPr="00ED4CA8" w:rsidRDefault="00D722DB" w:rsidP="00ED4C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</w:tr>
    </w:tbl>
    <w:p w:rsidR="005522B8" w:rsidRPr="00ED4CA8" w:rsidRDefault="005522B8" w:rsidP="00ED4CA8">
      <w:pPr>
        <w:jc w:val="both"/>
        <w:rPr>
          <w:sz w:val="24"/>
          <w:szCs w:val="24"/>
        </w:rPr>
      </w:pPr>
    </w:p>
    <w:p w:rsidR="005522B8" w:rsidRPr="00ED4CA8" w:rsidRDefault="005522B8" w:rsidP="00ED4CA8">
      <w:pPr>
        <w:jc w:val="both"/>
        <w:rPr>
          <w:sz w:val="24"/>
          <w:szCs w:val="24"/>
        </w:rPr>
      </w:pPr>
    </w:p>
    <w:p w:rsidR="007728F2" w:rsidRPr="00ED4CA8" w:rsidRDefault="00ED74A3" w:rsidP="00ED4CA8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1" type="#_x0000_t75" alt="Гомоюнов" style="position:absolute;left:0;text-align:left;margin-left:159.45pt;margin-top:4.7pt;width:78.75pt;height:36.75pt;z-index:-1;visibility:visible">
            <v:imagedata r:id="rId7" o:title="Гомоюнов"/>
          </v:shape>
        </w:pict>
      </w:r>
    </w:p>
    <w:p w:rsidR="007728F2" w:rsidRPr="00ED4CA8" w:rsidRDefault="007728F2" w:rsidP="00ED4CA8">
      <w:pPr>
        <w:jc w:val="both"/>
        <w:rPr>
          <w:sz w:val="24"/>
          <w:szCs w:val="24"/>
        </w:rPr>
      </w:pPr>
    </w:p>
    <w:p w:rsidR="005522B8" w:rsidRPr="00ED4CA8" w:rsidRDefault="005522B8" w:rsidP="00ED4CA8">
      <w:pPr>
        <w:jc w:val="both"/>
        <w:rPr>
          <w:sz w:val="24"/>
          <w:szCs w:val="24"/>
        </w:rPr>
      </w:pPr>
      <w:r w:rsidRPr="00ED4CA8">
        <w:rPr>
          <w:sz w:val="24"/>
          <w:szCs w:val="24"/>
        </w:rPr>
        <w:t xml:space="preserve">Начальник ОДС                                      </w:t>
      </w:r>
      <w:r w:rsidR="0063250C" w:rsidRPr="00ED4CA8">
        <w:rPr>
          <w:sz w:val="24"/>
          <w:szCs w:val="24"/>
        </w:rPr>
        <w:t xml:space="preserve">                               М</w:t>
      </w:r>
      <w:r w:rsidRPr="00ED4CA8">
        <w:rPr>
          <w:sz w:val="24"/>
          <w:szCs w:val="24"/>
        </w:rPr>
        <w:t>.</w:t>
      </w:r>
      <w:r w:rsidR="0063250C" w:rsidRPr="00ED4CA8">
        <w:rPr>
          <w:sz w:val="24"/>
          <w:szCs w:val="24"/>
        </w:rPr>
        <w:t>И</w:t>
      </w:r>
      <w:r w:rsidRPr="00ED4CA8">
        <w:rPr>
          <w:sz w:val="24"/>
          <w:szCs w:val="24"/>
        </w:rPr>
        <w:t xml:space="preserve">. </w:t>
      </w:r>
      <w:r w:rsidR="0063250C" w:rsidRPr="00ED4CA8">
        <w:rPr>
          <w:sz w:val="24"/>
          <w:szCs w:val="24"/>
        </w:rPr>
        <w:t>Гомоюнов</w:t>
      </w:r>
      <w:r w:rsidRPr="00ED4CA8">
        <w:rPr>
          <w:sz w:val="24"/>
          <w:szCs w:val="24"/>
        </w:rPr>
        <w:t xml:space="preserve"> </w:t>
      </w:r>
    </w:p>
    <w:p w:rsidR="005522B8" w:rsidRPr="00ED4CA8" w:rsidRDefault="005522B8" w:rsidP="00ED4CA8">
      <w:pPr>
        <w:rPr>
          <w:sz w:val="24"/>
          <w:szCs w:val="24"/>
        </w:rPr>
      </w:pPr>
    </w:p>
    <w:p w:rsidR="005522B8" w:rsidRPr="00ED4CA8" w:rsidRDefault="005522B8" w:rsidP="00ED4CA8">
      <w:pPr>
        <w:rPr>
          <w:sz w:val="24"/>
          <w:szCs w:val="24"/>
        </w:rPr>
      </w:pPr>
    </w:p>
    <w:p w:rsidR="005522B8" w:rsidRPr="00ED4CA8" w:rsidRDefault="005522B8" w:rsidP="00ED4CA8">
      <w:pPr>
        <w:rPr>
          <w:sz w:val="24"/>
          <w:szCs w:val="24"/>
        </w:rPr>
      </w:pPr>
    </w:p>
    <w:p w:rsidR="005522B8" w:rsidRDefault="005522B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Default="00ED4CA8" w:rsidP="00ED4CA8">
      <w:pPr>
        <w:ind w:left="7200"/>
        <w:jc w:val="both"/>
        <w:rPr>
          <w:sz w:val="24"/>
          <w:szCs w:val="24"/>
        </w:rPr>
      </w:pPr>
    </w:p>
    <w:p w:rsidR="00ED4CA8" w:rsidRPr="00ED4CA8" w:rsidRDefault="00ED4CA8" w:rsidP="00ED4CA8">
      <w:pPr>
        <w:ind w:left="7200"/>
        <w:jc w:val="both"/>
        <w:rPr>
          <w:sz w:val="24"/>
          <w:szCs w:val="24"/>
        </w:rPr>
      </w:pPr>
    </w:p>
    <w:p w:rsidR="00847533" w:rsidRPr="00ED4CA8" w:rsidRDefault="00847533" w:rsidP="00ED4CA8">
      <w:pPr>
        <w:ind w:left="7200"/>
        <w:jc w:val="both"/>
        <w:rPr>
          <w:sz w:val="24"/>
          <w:szCs w:val="24"/>
        </w:rPr>
      </w:pPr>
    </w:p>
    <w:p w:rsidR="00847533" w:rsidRPr="00ED4CA8" w:rsidRDefault="00847533" w:rsidP="00ED4CA8">
      <w:pPr>
        <w:ind w:left="7200"/>
        <w:jc w:val="both"/>
        <w:rPr>
          <w:sz w:val="24"/>
          <w:szCs w:val="24"/>
        </w:rPr>
      </w:pPr>
    </w:p>
    <w:p w:rsidR="005522B8" w:rsidRPr="00ED4CA8" w:rsidRDefault="005522B8" w:rsidP="00ED4CA8">
      <w:pPr>
        <w:jc w:val="both"/>
        <w:rPr>
          <w:sz w:val="24"/>
          <w:szCs w:val="24"/>
        </w:rPr>
      </w:pPr>
    </w:p>
    <w:tbl>
      <w:tblPr>
        <w:tblW w:w="10173" w:type="dxa"/>
        <w:tblLook w:val="04A0"/>
      </w:tblPr>
      <w:tblGrid>
        <w:gridCol w:w="4503"/>
        <w:gridCol w:w="5670"/>
      </w:tblGrid>
      <w:tr w:rsidR="00FD16F2" w:rsidRPr="00ED4CA8" w:rsidTr="009B0064">
        <w:trPr>
          <w:trHeight w:val="2129"/>
        </w:trPr>
        <w:tc>
          <w:tcPr>
            <w:tcW w:w="4503" w:type="dxa"/>
            <w:vAlign w:val="center"/>
          </w:tcPr>
          <w:p w:rsidR="00FD16F2" w:rsidRPr="00ED4CA8" w:rsidRDefault="00FD16F2" w:rsidP="00ED4CA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45" type="#_x0000_t75" style="position:absolute;left:0;text-align:left;margin-left:120.95pt;margin-top:5.75pt;width:138.55pt;height:67.3pt;z-index:-7;visibility:visible">
                  <v:imagedata r:id="rId6" o:title=""/>
                </v:shape>
              </w:pict>
            </w:r>
            <w:r>
              <w:rPr>
                <w:sz w:val="24"/>
                <w:szCs w:val="24"/>
              </w:rPr>
              <w:t>Главный инженер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ОАО «МРСК Центра» - «Орелэнерго»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Мценские электрические сети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________________П.Ф. Негодин</w:t>
            </w:r>
          </w:p>
          <w:p w:rsidR="00FD16F2" w:rsidRPr="00ED4CA8" w:rsidRDefault="00ED74A3" w:rsidP="00ED7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«20»  мая  2009г.</w:t>
            </w:r>
          </w:p>
        </w:tc>
      </w:tr>
    </w:tbl>
    <w:p w:rsidR="00FD16F2" w:rsidRPr="00ED4CA8" w:rsidRDefault="00FD16F2" w:rsidP="00ED4CA8">
      <w:pPr>
        <w:jc w:val="center"/>
        <w:rPr>
          <w:sz w:val="24"/>
          <w:szCs w:val="24"/>
        </w:rPr>
      </w:pPr>
    </w:p>
    <w:p w:rsidR="005522B8" w:rsidRPr="00ED4CA8" w:rsidRDefault="00FD16F2" w:rsidP="00ED4CA8">
      <w:pPr>
        <w:jc w:val="center"/>
        <w:rPr>
          <w:sz w:val="24"/>
          <w:szCs w:val="24"/>
        </w:rPr>
      </w:pPr>
      <w:r w:rsidRPr="00ED4CA8">
        <w:rPr>
          <w:sz w:val="24"/>
          <w:szCs w:val="24"/>
        </w:rPr>
        <w:t>Типовой бланк переключений № 1</w:t>
      </w:r>
    </w:p>
    <w:p w:rsidR="005522B8" w:rsidRPr="00ED4CA8" w:rsidRDefault="005522B8" w:rsidP="00ED4CA8">
      <w:pPr>
        <w:pStyle w:val="1"/>
        <w:rPr>
          <w:sz w:val="24"/>
          <w:szCs w:val="24"/>
        </w:rPr>
      </w:pPr>
      <w:bookmarkStart w:id="1" w:name="п1"/>
      <w:bookmarkEnd w:id="1"/>
      <w:r w:rsidRPr="00ED4CA8">
        <w:rPr>
          <w:sz w:val="24"/>
          <w:szCs w:val="24"/>
        </w:rPr>
        <w:t>П</w:t>
      </w:r>
      <w:r w:rsidR="00FD16F2" w:rsidRPr="00ED4CA8">
        <w:rPr>
          <w:sz w:val="24"/>
          <w:szCs w:val="24"/>
        </w:rPr>
        <w:t xml:space="preserve">С </w:t>
      </w:r>
      <w:r w:rsidRPr="00ED4CA8">
        <w:rPr>
          <w:sz w:val="24"/>
          <w:szCs w:val="24"/>
        </w:rPr>
        <w:t xml:space="preserve"> </w:t>
      </w:r>
      <w:r w:rsidR="00FD16F2" w:rsidRPr="00ED4CA8">
        <w:rPr>
          <w:sz w:val="24"/>
          <w:szCs w:val="24"/>
        </w:rPr>
        <w:t xml:space="preserve">110/10кВ </w:t>
      </w:r>
      <w:r w:rsidRPr="00ED4CA8">
        <w:rPr>
          <w:sz w:val="24"/>
          <w:szCs w:val="24"/>
        </w:rPr>
        <w:t>«</w:t>
      </w:r>
      <w:r w:rsidR="00847533" w:rsidRPr="00ED4CA8">
        <w:rPr>
          <w:sz w:val="24"/>
          <w:szCs w:val="24"/>
        </w:rPr>
        <w:t>Тельчье</w:t>
      </w:r>
      <w:r w:rsidRPr="00ED4CA8">
        <w:rPr>
          <w:sz w:val="24"/>
          <w:szCs w:val="24"/>
        </w:rPr>
        <w:t>»</w:t>
      </w:r>
    </w:p>
    <w:p w:rsidR="005522B8" w:rsidRPr="00ED4CA8" w:rsidRDefault="00FD16F2" w:rsidP="00ED4CA8">
      <w:pPr>
        <w:pStyle w:val="3"/>
        <w:rPr>
          <w:sz w:val="24"/>
          <w:szCs w:val="24"/>
        </w:rPr>
      </w:pPr>
      <w:r w:rsidRPr="00ED4CA8">
        <w:rPr>
          <w:i/>
          <w:sz w:val="24"/>
          <w:szCs w:val="24"/>
        </w:rPr>
        <w:t>Задание</w:t>
      </w:r>
      <w:r w:rsidR="005522B8" w:rsidRPr="00ED4CA8">
        <w:rPr>
          <w:sz w:val="24"/>
          <w:szCs w:val="24"/>
        </w:rPr>
        <w:t>: Вывести в ремонт Т-</w:t>
      </w:r>
      <w:r w:rsidR="00847533" w:rsidRPr="00ED4CA8">
        <w:rPr>
          <w:sz w:val="24"/>
          <w:szCs w:val="24"/>
        </w:rPr>
        <w:t>1</w:t>
      </w:r>
      <w:r w:rsidR="002D0814" w:rsidRPr="00ED4CA8">
        <w:rPr>
          <w:sz w:val="24"/>
          <w:szCs w:val="24"/>
        </w:rPr>
        <w:t xml:space="preserve"> </w:t>
      </w:r>
      <w:r w:rsidR="0080758F" w:rsidRPr="00ED4CA8">
        <w:rPr>
          <w:sz w:val="24"/>
          <w:szCs w:val="24"/>
        </w:rPr>
        <w:t>3</w:t>
      </w:r>
      <w:r w:rsidR="00847533" w:rsidRPr="00ED4CA8">
        <w:rPr>
          <w:sz w:val="24"/>
          <w:szCs w:val="24"/>
        </w:rPr>
        <w:t>,2</w:t>
      </w:r>
      <w:r w:rsidR="002D0814" w:rsidRPr="00ED4CA8">
        <w:rPr>
          <w:sz w:val="24"/>
          <w:szCs w:val="24"/>
        </w:rPr>
        <w:t xml:space="preserve"> МВ∙А</w:t>
      </w:r>
      <w:r w:rsidRPr="00ED4CA8">
        <w:rPr>
          <w:sz w:val="24"/>
          <w:szCs w:val="24"/>
        </w:rPr>
        <w:t>.</w:t>
      </w:r>
    </w:p>
    <w:p w:rsidR="00FD16F2" w:rsidRPr="00ED4CA8" w:rsidRDefault="00FD16F2" w:rsidP="00ED4CA8">
      <w:pPr>
        <w:rPr>
          <w:sz w:val="24"/>
          <w:szCs w:val="24"/>
        </w:rPr>
      </w:pPr>
      <w:r w:rsidRPr="00ED4CA8">
        <w:rPr>
          <w:i/>
          <w:sz w:val="24"/>
          <w:szCs w:val="24"/>
        </w:rPr>
        <w:t>Исходная схема ПС</w:t>
      </w:r>
      <w:r w:rsidRPr="00ED4CA8">
        <w:rPr>
          <w:sz w:val="24"/>
          <w:szCs w:val="24"/>
        </w:rPr>
        <w:t>: нормально-принятая.</w:t>
      </w:r>
    </w:p>
    <w:p w:rsidR="00FD16F2" w:rsidRPr="00ED4CA8" w:rsidRDefault="00FD16F2" w:rsidP="00ED4CA8">
      <w:pPr>
        <w:jc w:val="center"/>
        <w:rPr>
          <w:i/>
          <w:sz w:val="24"/>
          <w:szCs w:val="24"/>
        </w:rPr>
      </w:pPr>
      <w:r w:rsidRPr="00ED4CA8">
        <w:rPr>
          <w:i/>
          <w:sz w:val="24"/>
          <w:szCs w:val="24"/>
        </w:rPr>
        <w:t>Последовательность операций.</w:t>
      </w:r>
    </w:p>
    <w:tbl>
      <w:tblPr>
        <w:tblW w:w="10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6880"/>
        <w:gridCol w:w="1434"/>
        <w:gridCol w:w="1487"/>
      </w:tblGrid>
      <w:tr w:rsidR="0015634F" w:rsidRPr="00ED4CA8" w:rsidTr="009B0064">
        <w:tc>
          <w:tcPr>
            <w:tcW w:w="599" w:type="dxa"/>
            <w:vAlign w:val="center"/>
          </w:tcPr>
          <w:p w:rsidR="0015634F" w:rsidRPr="00ED4CA8" w:rsidRDefault="0015634F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№ </w:t>
            </w:r>
            <w:proofErr w:type="gramStart"/>
            <w:r w:rsidRPr="00ED4CA8">
              <w:rPr>
                <w:sz w:val="24"/>
                <w:szCs w:val="24"/>
              </w:rPr>
              <w:t>п</w:t>
            </w:r>
            <w:proofErr w:type="gramEnd"/>
            <w:r w:rsidRPr="00ED4CA8">
              <w:rPr>
                <w:sz w:val="24"/>
                <w:szCs w:val="24"/>
              </w:rPr>
              <w:t>/п</w:t>
            </w:r>
          </w:p>
        </w:tc>
        <w:tc>
          <w:tcPr>
            <w:tcW w:w="6880" w:type="dxa"/>
            <w:vAlign w:val="center"/>
          </w:tcPr>
          <w:p w:rsidR="0015634F" w:rsidRPr="00ED4CA8" w:rsidRDefault="0015634F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Наименование операции</w:t>
            </w:r>
          </w:p>
        </w:tc>
        <w:tc>
          <w:tcPr>
            <w:tcW w:w="1434" w:type="dxa"/>
            <w:vAlign w:val="center"/>
          </w:tcPr>
          <w:p w:rsidR="0015634F" w:rsidRPr="00ED4CA8" w:rsidRDefault="0015634F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Место</w:t>
            </w:r>
          </w:p>
          <w:p w:rsidR="0015634F" w:rsidRPr="00ED4CA8" w:rsidRDefault="0015634F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проведения</w:t>
            </w:r>
          </w:p>
        </w:tc>
        <w:tc>
          <w:tcPr>
            <w:tcW w:w="1487" w:type="dxa"/>
            <w:vAlign w:val="center"/>
          </w:tcPr>
          <w:p w:rsidR="0015634F" w:rsidRPr="00ED4CA8" w:rsidRDefault="0015634F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Примечание</w:t>
            </w:r>
          </w:p>
        </w:tc>
      </w:tr>
      <w:tr w:rsidR="009B0064" w:rsidRPr="00ED4CA8" w:rsidTr="009B0064">
        <w:tc>
          <w:tcPr>
            <w:tcW w:w="599" w:type="dxa"/>
            <w:vAlign w:val="center"/>
          </w:tcPr>
          <w:p w:rsidR="009B0064" w:rsidRPr="00ED4CA8" w:rsidRDefault="009B006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</w:t>
            </w:r>
          </w:p>
        </w:tc>
        <w:tc>
          <w:tcPr>
            <w:tcW w:w="6880" w:type="dxa"/>
            <w:vAlign w:val="center"/>
          </w:tcPr>
          <w:p w:rsidR="009B0064" w:rsidRPr="00ED4CA8" w:rsidRDefault="009B006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Проверить </w:t>
            </w:r>
            <w:proofErr w:type="spellStart"/>
            <w:r w:rsidRPr="00ED4CA8">
              <w:rPr>
                <w:sz w:val="24"/>
                <w:szCs w:val="24"/>
              </w:rPr>
              <w:t>блинкера</w:t>
            </w:r>
            <w:proofErr w:type="spellEnd"/>
            <w:r w:rsidRPr="00ED4CA8">
              <w:rPr>
                <w:sz w:val="24"/>
                <w:szCs w:val="24"/>
              </w:rPr>
              <w:t xml:space="preserve"> РЗА и соответствие переключающих ус</w:t>
            </w:r>
            <w:r w:rsidRPr="00ED4CA8">
              <w:rPr>
                <w:sz w:val="24"/>
                <w:szCs w:val="24"/>
              </w:rPr>
              <w:t>т</w:t>
            </w:r>
            <w:r w:rsidRPr="00ED4CA8">
              <w:rPr>
                <w:sz w:val="24"/>
                <w:szCs w:val="24"/>
              </w:rPr>
              <w:t>ройств РЗА нормальному р</w:t>
            </w:r>
            <w:r w:rsidRPr="00ED4CA8">
              <w:rPr>
                <w:sz w:val="24"/>
                <w:szCs w:val="24"/>
              </w:rPr>
              <w:t>е</w:t>
            </w:r>
            <w:r w:rsidRPr="00ED4CA8">
              <w:rPr>
                <w:sz w:val="24"/>
                <w:szCs w:val="24"/>
              </w:rPr>
              <w:t>жиму.</w:t>
            </w:r>
          </w:p>
        </w:tc>
        <w:tc>
          <w:tcPr>
            <w:tcW w:w="1434" w:type="dxa"/>
            <w:vAlign w:val="center"/>
          </w:tcPr>
          <w:p w:rsidR="009B0064" w:rsidRPr="00ED4CA8" w:rsidRDefault="009B006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ОРУ-110кВ </w:t>
            </w:r>
          </w:p>
          <w:p w:rsidR="009B0064" w:rsidRPr="00ED4CA8" w:rsidRDefault="009B006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9B0064" w:rsidRPr="00ED4CA8" w:rsidRDefault="009B0064" w:rsidP="00ED4CA8">
            <w:pPr>
              <w:rPr>
                <w:sz w:val="24"/>
                <w:szCs w:val="24"/>
              </w:rPr>
            </w:pPr>
          </w:p>
        </w:tc>
      </w:tr>
      <w:tr w:rsidR="009B0064" w:rsidRPr="00ED4CA8" w:rsidTr="009B0064">
        <w:tc>
          <w:tcPr>
            <w:tcW w:w="599" w:type="dxa"/>
            <w:vAlign w:val="center"/>
          </w:tcPr>
          <w:p w:rsidR="009B0064" w:rsidRPr="00ED4CA8" w:rsidRDefault="009B006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  <w:tc>
          <w:tcPr>
            <w:tcW w:w="6880" w:type="dxa"/>
            <w:vAlign w:val="center"/>
          </w:tcPr>
          <w:p w:rsidR="009B0064" w:rsidRPr="00ED4CA8" w:rsidRDefault="009B006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опорно-стержневую изоляцию: ОД-110 кВ Т-1, КЗ-110 кВ Т</w:t>
            </w:r>
            <w:proofErr w:type="gramStart"/>
            <w:r w:rsidRPr="00ED4CA8">
              <w:rPr>
                <w:sz w:val="24"/>
                <w:szCs w:val="24"/>
              </w:rPr>
              <w:t>1</w:t>
            </w:r>
            <w:proofErr w:type="gramEnd"/>
            <w:r w:rsidRPr="00ED4CA8">
              <w:rPr>
                <w:sz w:val="24"/>
                <w:szCs w:val="24"/>
              </w:rPr>
              <w:t>, ЛР-110 кВ, ЗРН-110 кВ Т-1, ПК</w:t>
            </w:r>
            <w:r w:rsidR="00004E94" w:rsidRPr="00ED4CA8">
              <w:rPr>
                <w:sz w:val="24"/>
                <w:szCs w:val="24"/>
              </w:rPr>
              <w:t>-10 кВ ТСН</w:t>
            </w:r>
            <w:r w:rsidRPr="00ED4CA8">
              <w:rPr>
                <w:sz w:val="24"/>
                <w:szCs w:val="24"/>
              </w:rPr>
              <w:t>, В-10 кВ яч. № 5.</w:t>
            </w:r>
          </w:p>
        </w:tc>
        <w:tc>
          <w:tcPr>
            <w:tcW w:w="1434" w:type="dxa"/>
            <w:vAlign w:val="center"/>
          </w:tcPr>
          <w:p w:rsidR="009B0064" w:rsidRPr="00ED4CA8" w:rsidRDefault="009B006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ОРУ-110кВ </w:t>
            </w:r>
          </w:p>
          <w:p w:rsidR="009B0064" w:rsidRPr="00ED4CA8" w:rsidRDefault="009B006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9B0064" w:rsidRPr="00ED4CA8" w:rsidRDefault="009B0064" w:rsidP="00ED4CA8">
            <w:pPr>
              <w:rPr>
                <w:sz w:val="24"/>
                <w:szCs w:val="24"/>
              </w:rPr>
            </w:pPr>
          </w:p>
        </w:tc>
      </w:tr>
      <w:tr w:rsidR="00004E94" w:rsidRPr="00ED4CA8" w:rsidTr="009B0064">
        <w:tc>
          <w:tcPr>
            <w:tcW w:w="599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</w:t>
            </w:r>
          </w:p>
        </w:tc>
        <w:tc>
          <w:tcPr>
            <w:tcW w:w="6880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Отключить В-10кВ ввод Т-1 </w:t>
            </w:r>
          </w:p>
        </w:tc>
        <w:tc>
          <w:tcPr>
            <w:tcW w:w="1434" w:type="dxa"/>
          </w:tcPr>
          <w:p w:rsidR="00004E94" w:rsidRPr="00ED4CA8" w:rsidRDefault="00004E9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4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ind w:right="-8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Откл. АВ ШУ привода В-10кВ ввод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5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В-10кВ ввод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6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ключе управления В-10 кВ ввода Т-1 вывесить плакат «Не включать! Работают л</w:t>
            </w:r>
            <w:r w:rsidRPr="00ED4CA8">
              <w:rPr>
                <w:sz w:val="24"/>
                <w:szCs w:val="24"/>
              </w:rPr>
              <w:t>ю</w:t>
            </w:r>
            <w:r w:rsidRPr="00ED4CA8">
              <w:rPr>
                <w:sz w:val="24"/>
                <w:szCs w:val="24"/>
              </w:rPr>
              <w:t>ди».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7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Выкатить тележку В-10 кВ ввод Т-1 в контрольное полож</w:t>
            </w:r>
            <w:r w:rsidRPr="00ED4CA8">
              <w:rPr>
                <w:sz w:val="24"/>
                <w:szCs w:val="24"/>
              </w:rPr>
              <w:t>е</w:t>
            </w:r>
            <w:r w:rsidRPr="00ED4CA8">
              <w:rPr>
                <w:sz w:val="24"/>
                <w:szCs w:val="24"/>
              </w:rPr>
              <w:t>ние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8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отсутствие напряжения на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9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10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11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ОД-110кВ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12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 ОД-110кВ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13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ЛР-110кВ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14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 ЛР-110кВ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15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приводе ЛР-110 кВ ввода Т-1 вывесить плакат «Не вкл</w:t>
            </w:r>
            <w:r w:rsidRPr="00ED4CA8">
              <w:rPr>
                <w:sz w:val="24"/>
                <w:szCs w:val="24"/>
              </w:rPr>
              <w:t>ю</w:t>
            </w:r>
            <w:r w:rsidRPr="00ED4CA8">
              <w:rPr>
                <w:sz w:val="24"/>
                <w:szCs w:val="24"/>
              </w:rPr>
              <w:t>чать! Работают л</w:t>
            </w:r>
            <w:r w:rsidRPr="00ED4CA8">
              <w:rPr>
                <w:sz w:val="24"/>
                <w:szCs w:val="24"/>
              </w:rPr>
              <w:t>ю</w:t>
            </w:r>
            <w:r w:rsidRPr="00ED4CA8">
              <w:rPr>
                <w:sz w:val="24"/>
                <w:szCs w:val="24"/>
              </w:rPr>
              <w:t>ди».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16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ОД-110кВ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17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 ОД-110кВ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CD3D8F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18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газовые и технологические защиты Т-1.</w:t>
            </w:r>
          </w:p>
        </w:tc>
        <w:tc>
          <w:tcPr>
            <w:tcW w:w="1434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Т-1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19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отсутствие напряжения на ЛР-110кВ Т-1 в сторону ОД-110кВ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20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ЗН на ЛР-110 кВ в сторону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21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ЗН на ЛР-110кВ Т-1 в стор</w:t>
            </w:r>
            <w:r w:rsidRPr="00ED4CA8">
              <w:rPr>
                <w:sz w:val="24"/>
                <w:szCs w:val="24"/>
              </w:rPr>
              <w:t>о</w:t>
            </w:r>
            <w:r w:rsidRPr="00ED4CA8">
              <w:rPr>
                <w:sz w:val="24"/>
                <w:szCs w:val="24"/>
              </w:rPr>
              <w:t>ну ОД-110 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22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приводе ЛР-110кВ Т-1 в сторону ОД-110 кВ Т-1 вывесить плакат «Заземлено».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23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отсутствие напряжения в сторону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24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 ЗН в сторону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25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ЗН в сторону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9B0064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26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ключе управления В-10 кВ ввода Т-1 вывесить плакат «З</w:t>
            </w:r>
            <w:r w:rsidRPr="00ED4CA8">
              <w:rPr>
                <w:sz w:val="24"/>
                <w:szCs w:val="24"/>
              </w:rPr>
              <w:t>а</w:t>
            </w:r>
            <w:r w:rsidRPr="00ED4CA8">
              <w:rPr>
                <w:sz w:val="24"/>
                <w:szCs w:val="24"/>
              </w:rPr>
              <w:t>землено».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</w:tbl>
    <w:p w:rsidR="00ED74A3" w:rsidRDefault="00ED74A3" w:rsidP="00ED74A3">
      <w:pPr>
        <w:rPr>
          <w:sz w:val="24"/>
          <w:szCs w:val="24"/>
        </w:rPr>
      </w:pPr>
    </w:p>
    <w:p w:rsidR="00ED74A3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2" o:spid="_x0000_s1026" type="#_x0000_t75" alt="Гомоюнов" style="position:absolute;margin-left:83.7pt;margin-top:-4.5pt;width:78.75pt;height:36.75pt;z-index:-26;visibility:visible">
            <v:imagedata r:id="rId7" o:title="Гомоюнов"/>
          </v:shape>
        </w:pic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3" o:spid="_x0000_s1027" type="#_x0000_t75" alt="Евстратов" style="position:absolute;margin-left:191.2pt;margin-top:3.35pt;width:68.2pt;height:36.5pt;z-index:-25;visibility:visible;mso-wrap-distance-bottom:.82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">
            <v:imagedata r:id="rId8" o:title=""/>
            <o:lock v:ext="edit" aspectratio="f"/>
          </v:shape>
        </w:pict>
      </w:r>
      <w:r w:rsidRPr="00461116">
        <w:rPr>
          <w:sz w:val="24"/>
          <w:szCs w:val="24"/>
        </w:rPr>
        <w:t xml:space="preserve">Начальник ОДС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М.И. Гомоюнов</w: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4" o:spid="_x0000_s1028" type="#_x0000_t75" style="position:absolute;margin-left:83.7pt;margin-top:.8pt;width:100.5pt;height:35.25pt;z-index:-24;visibility:visible">
            <v:imagedata r:id="rId9" o:title=""/>
          </v:shape>
        </w:pict>
      </w:r>
      <w:r w:rsidRPr="00461116">
        <w:rPr>
          <w:sz w:val="24"/>
          <w:szCs w:val="24"/>
        </w:rPr>
        <w:t xml:space="preserve">Начальник МС РЗАИ </w:t>
      </w:r>
      <w:r>
        <w:rPr>
          <w:sz w:val="24"/>
          <w:szCs w:val="24"/>
        </w:rPr>
        <w:t xml:space="preserve">   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С.В. Евстратов</w:t>
      </w:r>
    </w:p>
    <w:p w:rsidR="00ED74A3" w:rsidRPr="00461116" w:rsidRDefault="00ED74A3" w:rsidP="00ED74A3">
      <w:pPr>
        <w:rPr>
          <w:sz w:val="24"/>
          <w:szCs w:val="24"/>
        </w:rPr>
      </w:pPr>
      <w:r w:rsidRPr="00461116">
        <w:rPr>
          <w:sz w:val="24"/>
          <w:szCs w:val="24"/>
        </w:rPr>
        <w:t xml:space="preserve">Начальник ПС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А.Г. Морозов</w:t>
      </w:r>
    </w:p>
    <w:p w:rsidR="005522B8" w:rsidRPr="00ED4CA8" w:rsidRDefault="00E97D7D" w:rsidP="00ED4CA8">
      <w:pPr>
        <w:rPr>
          <w:i/>
          <w:sz w:val="24"/>
          <w:szCs w:val="24"/>
        </w:rPr>
      </w:pPr>
      <w:r w:rsidRPr="00ED4CA8">
        <w:rPr>
          <w:sz w:val="24"/>
          <w:szCs w:val="24"/>
        </w:rPr>
        <w:lastRenderedPageBreak/>
        <w:tab/>
      </w:r>
      <w:r w:rsidRPr="00ED4CA8">
        <w:rPr>
          <w:i/>
          <w:sz w:val="24"/>
          <w:szCs w:val="24"/>
        </w:rPr>
        <w:t>Задание по типовому бланку в указанной последовательности по состоянию схемы м</w:t>
      </w:r>
      <w:r w:rsidRPr="00ED4CA8">
        <w:rPr>
          <w:i/>
          <w:sz w:val="24"/>
          <w:szCs w:val="24"/>
        </w:rPr>
        <w:t>о</w:t>
      </w:r>
      <w:r w:rsidRPr="00ED4CA8">
        <w:rPr>
          <w:i/>
          <w:sz w:val="24"/>
          <w:szCs w:val="24"/>
        </w:rPr>
        <w:t>жет быть выполнено.</w:t>
      </w:r>
    </w:p>
    <w:p w:rsidR="005522B8" w:rsidRPr="00ED4CA8" w:rsidRDefault="00E97D7D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Лица, производящие переключения       ____________________________________</w:t>
      </w:r>
    </w:p>
    <w:p w:rsidR="00E97D7D" w:rsidRPr="00ED4CA8" w:rsidRDefault="00E97D7D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Лицо, контролирующее переключения  ____________________________________</w:t>
      </w:r>
    </w:p>
    <w:p w:rsidR="00ED4CA8" w:rsidRDefault="00ED4CA8" w:rsidP="00ED4CA8">
      <w:pPr>
        <w:rPr>
          <w:sz w:val="24"/>
          <w:szCs w:val="24"/>
        </w:rPr>
      </w:pPr>
    </w:p>
    <w:p w:rsidR="005522B8" w:rsidRPr="00ED4CA8" w:rsidRDefault="00E97D7D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Дата _________________                                        Время начало операций____________</w:t>
      </w:r>
    </w:p>
    <w:p w:rsidR="00E97D7D" w:rsidRPr="00ED4CA8" w:rsidRDefault="00E97D7D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                                                                                   Время окончания операций_________</w:t>
      </w:r>
    </w:p>
    <w:p w:rsidR="00E97D7D" w:rsidRPr="00ED4CA8" w:rsidRDefault="00E97D7D" w:rsidP="00ED4CA8">
      <w:pPr>
        <w:rPr>
          <w:sz w:val="24"/>
          <w:szCs w:val="24"/>
        </w:rPr>
      </w:pPr>
    </w:p>
    <w:p w:rsidR="005522B8" w:rsidRPr="00ED4CA8" w:rsidRDefault="005522B8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A01336" w:rsidRPr="00ED4CA8" w:rsidRDefault="00A01336" w:rsidP="00ED4CA8">
      <w:pPr>
        <w:rPr>
          <w:sz w:val="24"/>
          <w:szCs w:val="24"/>
        </w:rPr>
      </w:pPr>
    </w:p>
    <w:p w:rsidR="005522B8" w:rsidRPr="00ED4CA8" w:rsidRDefault="005522B8" w:rsidP="00ED4CA8">
      <w:pPr>
        <w:rPr>
          <w:sz w:val="24"/>
          <w:szCs w:val="24"/>
        </w:rPr>
      </w:pPr>
    </w:p>
    <w:p w:rsidR="009B0064" w:rsidRPr="00ED4CA8" w:rsidRDefault="009B0064" w:rsidP="00ED4CA8">
      <w:pPr>
        <w:rPr>
          <w:sz w:val="24"/>
          <w:szCs w:val="24"/>
        </w:rPr>
      </w:pPr>
    </w:p>
    <w:p w:rsidR="00004E94" w:rsidRPr="00ED4CA8" w:rsidRDefault="00004E94" w:rsidP="00ED4CA8">
      <w:pPr>
        <w:rPr>
          <w:sz w:val="24"/>
          <w:szCs w:val="24"/>
        </w:rPr>
      </w:pPr>
    </w:p>
    <w:p w:rsidR="00004E94" w:rsidRPr="00ED4CA8" w:rsidRDefault="00004E94" w:rsidP="00ED4CA8">
      <w:pPr>
        <w:rPr>
          <w:sz w:val="24"/>
          <w:szCs w:val="24"/>
        </w:rPr>
      </w:pPr>
    </w:p>
    <w:p w:rsidR="00004E94" w:rsidRPr="00ED4CA8" w:rsidRDefault="00004E94" w:rsidP="00ED4CA8">
      <w:pPr>
        <w:rPr>
          <w:sz w:val="24"/>
          <w:szCs w:val="24"/>
        </w:rPr>
      </w:pPr>
    </w:p>
    <w:p w:rsidR="00004E94" w:rsidRPr="00ED4CA8" w:rsidRDefault="00004E94" w:rsidP="00ED4CA8">
      <w:pPr>
        <w:rPr>
          <w:sz w:val="24"/>
          <w:szCs w:val="24"/>
        </w:rPr>
      </w:pPr>
    </w:p>
    <w:p w:rsidR="00004E94" w:rsidRPr="00ED4CA8" w:rsidRDefault="00004E94" w:rsidP="00ED4CA8">
      <w:pPr>
        <w:rPr>
          <w:sz w:val="24"/>
          <w:szCs w:val="24"/>
        </w:rPr>
      </w:pPr>
    </w:p>
    <w:p w:rsidR="00D722DB" w:rsidRPr="00ED4CA8" w:rsidRDefault="00D722DB" w:rsidP="00ED4CA8">
      <w:pPr>
        <w:rPr>
          <w:sz w:val="24"/>
          <w:szCs w:val="24"/>
        </w:rPr>
      </w:pPr>
    </w:p>
    <w:p w:rsidR="00D722DB" w:rsidRPr="00ED4CA8" w:rsidRDefault="00D722DB" w:rsidP="00ED4CA8">
      <w:pPr>
        <w:rPr>
          <w:sz w:val="24"/>
          <w:szCs w:val="24"/>
        </w:rPr>
      </w:pPr>
    </w:p>
    <w:p w:rsidR="00D722DB" w:rsidRDefault="00D722DB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Pr="00ED4CA8" w:rsidRDefault="00ED4CA8" w:rsidP="00ED4CA8">
      <w:pPr>
        <w:rPr>
          <w:sz w:val="24"/>
          <w:szCs w:val="24"/>
        </w:rPr>
      </w:pPr>
    </w:p>
    <w:p w:rsidR="00D722DB" w:rsidRPr="00ED4CA8" w:rsidRDefault="00D722DB" w:rsidP="00ED4CA8">
      <w:pPr>
        <w:rPr>
          <w:sz w:val="24"/>
          <w:szCs w:val="24"/>
        </w:rPr>
      </w:pPr>
    </w:p>
    <w:p w:rsidR="00D722DB" w:rsidRPr="00ED4CA8" w:rsidRDefault="00D722DB" w:rsidP="00ED4CA8">
      <w:pPr>
        <w:rPr>
          <w:sz w:val="24"/>
          <w:szCs w:val="24"/>
        </w:rPr>
      </w:pPr>
    </w:p>
    <w:p w:rsidR="00D722DB" w:rsidRPr="00ED4CA8" w:rsidRDefault="00D722DB" w:rsidP="00ED4CA8">
      <w:pPr>
        <w:rPr>
          <w:sz w:val="24"/>
          <w:szCs w:val="24"/>
        </w:rPr>
      </w:pPr>
    </w:p>
    <w:p w:rsidR="00D722DB" w:rsidRPr="00ED4CA8" w:rsidRDefault="00D722DB" w:rsidP="00ED4CA8">
      <w:pPr>
        <w:rPr>
          <w:sz w:val="24"/>
          <w:szCs w:val="24"/>
        </w:rPr>
      </w:pPr>
    </w:p>
    <w:p w:rsidR="00BD2197" w:rsidRPr="00ED4CA8" w:rsidRDefault="00BD2197" w:rsidP="00ED4CA8">
      <w:pPr>
        <w:rPr>
          <w:sz w:val="24"/>
          <w:szCs w:val="24"/>
        </w:rPr>
      </w:pPr>
    </w:p>
    <w:p w:rsidR="00BD2197" w:rsidRPr="00ED4CA8" w:rsidRDefault="00BD2197" w:rsidP="00ED4CA8">
      <w:pPr>
        <w:rPr>
          <w:sz w:val="24"/>
          <w:szCs w:val="24"/>
        </w:rPr>
      </w:pPr>
    </w:p>
    <w:tbl>
      <w:tblPr>
        <w:tblW w:w="10173" w:type="dxa"/>
        <w:tblLook w:val="04A0"/>
      </w:tblPr>
      <w:tblGrid>
        <w:gridCol w:w="4503"/>
        <w:gridCol w:w="5670"/>
      </w:tblGrid>
      <w:tr w:rsidR="005522B8" w:rsidRPr="00ED4CA8" w:rsidTr="009B0064">
        <w:trPr>
          <w:trHeight w:val="2129"/>
        </w:trPr>
        <w:tc>
          <w:tcPr>
            <w:tcW w:w="4503" w:type="dxa"/>
            <w:vAlign w:val="center"/>
          </w:tcPr>
          <w:p w:rsidR="005522B8" w:rsidRPr="00ED4CA8" w:rsidRDefault="005522B8" w:rsidP="00ED4CA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46" type="#_x0000_t75" style="position:absolute;left:0;text-align:left;margin-left:120.95pt;margin-top:5.75pt;width:138.55pt;height:67.3pt;z-index:-6;visibility:visible">
                  <v:imagedata r:id="rId6" o:title=""/>
                </v:shape>
              </w:pict>
            </w:r>
            <w:r>
              <w:rPr>
                <w:sz w:val="24"/>
                <w:szCs w:val="24"/>
              </w:rPr>
              <w:t>Главный инженер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ОАО «МРСК Центра» - «Орелэнерго»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Мценские электрические сети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________________П.Ф. Негодин</w:t>
            </w:r>
          </w:p>
          <w:p w:rsidR="005522B8" w:rsidRPr="00ED4CA8" w:rsidRDefault="00ED74A3" w:rsidP="00ED7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«20»  мая  2009г.</w:t>
            </w:r>
          </w:p>
        </w:tc>
      </w:tr>
    </w:tbl>
    <w:p w:rsidR="005522B8" w:rsidRPr="00ED4CA8" w:rsidRDefault="005522B8" w:rsidP="00ED4CA8">
      <w:pPr>
        <w:jc w:val="center"/>
        <w:rPr>
          <w:sz w:val="24"/>
          <w:szCs w:val="24"/>
        </w:rPr>
      </w:pPr>
    </w:p>
    <w:p w:rsidR="005522B8" w:rsidRPr="00ED4CA8" w:rsidRDefault="005522B8" w:rsidP="00ED4CA8">
      <w:pPr>
        <w:jc w:val="center"/>
        <w:rPr>
          <w:sz w:val="24"/>
          <w:szCs w:val="24"/>
        </w:rPr>
      </w:pPr>
      <w:r w:rsidRPr="00ED4CA8">
        <w:rPr>
          <w:sz w:val="24"/>
          <w:szCs w:val="24"/>
        </w:rPr>
        <w:t>Типовой бланк переключений № 2</w:t>
      </w:r>
    </w:p>
    <w:p w:rsidR="005522B8" w:rsidRPr="00ED4CA8" w:rsidRDefault="005522B8" w:rsidP="00ED4CA8">
      <w:pPr>
        <w:pStyle w:val="1"/>
        <w:rPr>
          <w:sz w:val="24"/>
          <w:szCs w:val="24"/>
        </w:rPr>
      </w:pPr>
      <w:r w:rsidRPr="00ED4CA8">
        <w:rPr>
          <w:sz w:val="24"/>
          <w:szCs w:val="24"/>
        </w:rPr>
        <w:t>ПС  110/10кВ «</w:t>
      </w:r>
      <w:r w:rsidR="005C52DD" w:rsidRPr="00ED4CA8">
        <w:rPr>
          <w:sz w:val="24"/>
          <w:szCs w:val="24"/>
        </w:rPr>
        <w:t>Тельчье</w:t>
      </w:r>
      <w:r w:rsidRPr="00ED4CA8">
        <w:rPr>
          <w:sz w:val="24"/>
          <w:szCs w:val="24"/>
        </w:rPr>
        <w:t>»</w:t>
      </w:r>
    </w:p>
    <w:p w:rsidR="005522B8" w:rsidRPr="00ED4CA8" w:rsidRDefault="005522B8" w:rsidP="00ED4CA8">
      <w:pPr>
        <w:pStyle w:val="3"/>
        <w:rPr>
          <w:sz w:val="24"/>
          <w:szCs w:val="24"/>
        </w:rPr>
      </w:pPr>
      <w:r w:rsidRPr="00ED4CA8">
        <w:rPr>
          <w:i/>
          <w:sz w:val="24"/>
          <w:szCs w:val="24"/>
        </w:rPr>
        <w:t>Задание</w:t>
      </w:r>
      <w:r w:rsidRPr="00ED4CA8">
        <w:rPr>
          <w:sz w:val="24"/>
          <w:szCs w:val="24"/>
        </w:rPr>
        <w:t>: Ввести в работу Т-</w:t>
      </w:r>
      <w:r w:rsidR="005C52DD" w:rsidRPr="00ED4CA8">
        <w:rPr>
          <w:sz w:val="24"/>
          <w:szCs w:val="24"/>
        </w:rPr>
        <w:t>1</w:t>
      </w:r>
      <w:r w:rsidRPr="00ED4CA8">
        <w:rPr>
          <w:sz w:val="24"/>
          <w:szCs w:val="24"/>
        </w:rPr>
        <w:t xml:space="preserve"> </w:t>
      </w:r>
      <w:r w:rsidR="0080758F" w:rsidRPr="00ED4CA8">
        <w:rPr>
          <w:sz w:val="24"/>
          <w:szCs w:val="24"/>
        </w:rPr>
        <w:t>3</w:t>
      </w:r>
      <w:r w:rsidR="005C52DD" w:rsidRPr="00ED4CA8">
        <w:rPr>
          <w:sz w:val="24"/>
          <w:szCs w:val="24"/>
        </w:rPr>
        <w:t>,2</w:t>
      </w:r>
      <w:r w:rsidRPr="00ED4CA8">
        <w:rPr>
          <w:sz w:val="24"/>
          <w:szCs w:val="24"/>
        </w:rPr>
        <w:t xml:space="preserve"> МВ∙А.</w:t>
      </w:r>
    </w:p>
    <w:p w:rsidR="005522B8" w:rsidRPr="00ED4CA8" w:rsidRDefault="005522B8" w:rsidP="00ED4CA8">
      <w:pPr>
        <w:rPr>
          <w:sz w:val="24"/>
          <w:szCs w:val="24"/>
        </w:rPr>
      </w:pPr>
      <w:r w:rsidRPr="00ED4CA8">
        <w:rPr>
          <w:i/>
          <w:sz w:val="24"/>
          <w:szCs w:val="24"/>
        </w:rPr>
        <w:t>Исходная схема ПС</w:t>
      </w:r>
      <w:r w:rsidRPr="00ED4CA8">
        <w:rPr>
          <w:sz w:val="24"/>
          <w:szCs w:val="24"/>
        </w:rPr>
        <w:t>: Т-</w:t>
      </w:r>
      <w:r w:rsidR="005C52DD" w:rsidRPr="00ED4CA8">
        <w:rPr>
          <w:sz w:val="24"/>
          <w:szCs w:val="24"/>
        </w:rPr>
        <w:t>1</w:t>
      </w:r>
      <w:r w:rsidRPr="00ED4CA8">
        <w:rPr>
          <w:sz w:val="24"/>
          <w:szCs w:val="24"/>
        </w:rPr>
        <w:t xml:space="preserve"> в ремонте.</w:t>
      </w:r>
    </w:p>
    <w:p w:rsidR="005522B8" w:rsidRPr="00ED4CA8" w:rsidRDefault="005522B8" w:rsidP="00ED4CA8">
      <w:pPr>
        <w:jc w:val="center"/>
        <w:rPr>
          <w:i/>
          <w:sz w:val="24"/>
          <w:szCs w:val="24"/>
        </w:rPr>
      </w:pPr>
      <w:r w:rsidRPr="00ED4CA8">
        <w:rPr>
          <w:i/>
          <w:sz w:val="24"/>
          <w:szCs w:val="24"/>
        </w:rPr>
        <w:t>Последовательность операций.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6617"/>
        <w:gridCol w:w="1434"/>
        <w:gridCol w:w="1487"/>
      </w:tblGrid>
      <w:tr w:rsidR="004C30D1" w:rsidRPr="00ED4CA8" w:rsidTr="004C30D1">
        <w:tc>
          <w:tcPr>
            <w:tcW w:w="599" w:type="dxa"/>
            <w:vAlign w:val="center"/>
          </w:tcPr>
          <w:p w:rsidR="004C30D1" w:rsidRPr="00ED4CA8" w:rsidRDefault="004C30D1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№ </w:t>
            </w:r>
            <w:proofErr w:type="gramStart"/>
            <w:r w:rsidRPr="00ED4CA8">
              <w:rPr>
                <w:sz w:val="24"/>
                <w:szCs w:val="24"/>
              </w:rPr>
              <w:t>п</w:t>
            </w:r>
            <w:proofErr w:type="gramEnd"/>
            <w:r w:rsidRPr="00ED4CA8">
              <w:rPr>
                <w:sz w:val="24"/>
                <w:szCs w:val="24"/>
              </w:rPr>
              <w:t>/п</w:t>
            </w:r>
          </w:p>
        </w:tc>
        <w:tc>
          <w:tcPr>
            <w:tcW w:w="6617" w:type="dxa"/>
            <w:vAlign w:val="center"/>
          </w:tcPr>
          <w:p w:rsidR="004C30D1" w:rsidRPr="00ED4CA8" w:rsidRDefault="004C30D1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Наименование операции</w:t>
            </w:r>
          </w:p>
        </w:tc>
        <w:tc>
          <w:tcPr>
            <w:tcW w:w="1434" w:type="dxa"/>
            <w:vAlign w:val="center"/>
          </w:tcPr>
          <w:p w:rsidR="004C30D1" w:rsidRPr="00ED4CA8" w:rsidRDefault="004C30D1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Место</w:t>
            </w:r>
          </w:p>
          <w:p w:rsidR="004C30D1" w:rsidRPr="00ED4CA8" w:rsidRDefault="004C30D1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проведения</w:t>
            </w:r>
          </w:p>
        </w:tc>
        <w:tc>
          <w:tcPr>
            <w:tcW w:w="1487" w:type="dxa"/>
            <w:vAlign w:val="center"/>
          </w:tcPr>
          <w:p w:rsidR="004C30D1" w:rsidRPr="00ED4CA8" w:rsidRDefault="004C30D1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Примечание</w:t>
            </w:r>
          </w:p>
        </w:tc>
      </w:tr>
      <w:tr w:rsidR="00004E94" w:rsidRPr="00ED4CA8" w:rsidTr="00BF4780">
        <w:tc>
          <w:tcPr>
            <w:tcW w:w="599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</w:t>
            </w:r>
          </w:p>
        </w:tc>
        <w:tc>
          <w:tcPr>
            <w:tcW w:w="661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Проверить </w:t>
            </w:r>
            <w:proofErr w:type="spellStart"/>
            <w:r w:rsidRPr="00ED4CA8">
              <w:rPr>
                <w:sz w:val="24"/>
                <w:szCs w:val="24"/>
              </w:rPr>
              <w:t>блинкера</w:t>
            </w:r>
            <w:proofErr w:type="spellEnd"/>
            <w:r w:rsidRPr="00ED4CA8">
              <w:rPr>
                <w:sz w:val="24"/>
                <w:szCs w:val="24"/>
              </w:rPr>
              <w:t xml:space="preserve"> РЗА и соответствие переключающих устройств РЗА р</w:t>
            </w:r>
            <w:r w:rsidRPr="00ED4CA8">
              <w:rPr>
                <w:sz w:val="24"/>
                <w:szCs w:val="24"/>
              </w:rPr>
              <w:t>е</w:t>
            </w:r>
            <w:r w:rsidRPr="00ED4CA8">
              <w:rPr>
                <w:sz w:val="24"/>
                <w:szCs w:val="24"/>
              </w:rPr>
              <w:t xml:space="preserve">жиму Т-1  </w:t>
            </w:r>
            <w:proofErr w:type="gramStart"/>
            <w:r w:rsidRPr="00ED4CA8">
              <w:rPr>
                <w:sz w:val="24"/>
                <w:szCs w:val="24"/>
              </w:rPr>
              <w:t>ремонте</w:t>
            </w:r>
            <w:proofErr w:type="gramEnd"/>
            <w:r w:rsidRPr="00ED4CA8">
              <w:rPr>
                <w:sz w:val="24"/>
                <w:szCs w:val="24"/>
              </w:rPr>
              <w:t>.</w:t>
            </w:r>
          </w:p>
        </w:tc>
        <w:tc>
          <w:tcPr>
            <w:tcW w:w="1434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ОРУ-110кВ </w:t>
            </w:r>
          </w:p>
          <w:p w:rsidR="00004E94" w:rsidRPr="00ED4CA8" w:rsidRDefault="00004E9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</w:p>
        </w:tc>
      </w:tr>
      <w:tr w:rsidR="00004E94" w:rsidRPr="00ED4CA8" w:rsidTr="00BF4780">
        <w:tc>
          <w:tcPr>
            <w:tcW w:w="599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  <w:tc>
          <w:tcPr>
            <w:tcW w:w="661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опорно-стержневую изоляцию: ОД-110 кВ Т-1, КЗ-110 кВ Т</w:t>
            </w:r>
            <w:proofErr w:type="gramStart"/>
            <w:r w:rsidRPr="00ED4CA8">
              <w:rPr>
                <w:sz w:val="24"/>
                <w:szCs w:val="24"/>
              </w:rPr>
              <w:t>1</w:t>
            </w:r>
            <w:proofErr w:type="gramEnd"/>
            <w:r w:rsidRPr="00ED4CA8">
              <w:rPr>
                <w:sz w:val="24"/>
                <w:szCs w:val="24"/>
              </w:rPr>
              <w:t>, ЛР-110 кВ, ЗРН-110 кВ Т-1, ПК-10 кВ ТСН № 1, В-10 кВ яч. № 5.</w:t>
            </w:r>
          </w:p>
        </w:tc>
        <w:tc>
          <w:tcPr>
            <w:tcW w:w="1434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ОРУ-110кВ </w:t>
            </w:r>
          </w:p>
          <w:p w:rsidR="00004E94" w:rsidRPr="00ED4CA8" w:rsidRDefault="00004E9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BF4780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ЗН в  сторону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BF4780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4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ind w:right="-8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ЗН в сторону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BF4780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5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ЗН на ЛР-110 кВ Т-1 в сторону ОД-110 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4C30D1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6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ЗН на ЛР-110кВ Т-1 в сторону ОД-110 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CD3D8F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7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Проверить отключённое положение В-10кВ ввод Т-1  </w:t>
            </w:r>
          </w:p>
        </w:tc>
        <w:tc>
          <w:tcPr>
            <w:tcW w:w="1434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CD3D8F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8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газовые и технологические защиты Т-1.</w:t>
            </w:r>
          </w:p>
        </w:tc>
        <w:tc>
          <w:tcPr>
            <w:tcW w:w="1434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Т-1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CD3D8F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9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BF4780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10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ЛР-110кВ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11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 ЛР-110кВ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12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BF4780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13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CD3D8F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14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Вкатить тележку В-10кВ ввод Т-1 в рабочее положение</w:t>
            </w:r>
          </w:p>
        </w:tc>
        <w:tc>
          <w:tcPr>
            <w:tcW w:w="1434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BF4780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15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Вкл. АВ ШУ привода  В-10кВ ввод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CD3D8F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16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В-10кВ ввод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BF4780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17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В-10кВ ввод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</w:tbl>
    <w:p w:rsidR="00ED74A3" w:rsidRDefault="00ED74A3" w:rsidP="00ED74A3">
      <w:pPr>
        <w:rPr>
          <w:sz w:val="24"/>
          <w:szCs w:val="24"/>
        </w:rPr>
      </w:pPr>
    </w:p>
    <w:p w:rsidR="00ED74A3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9" type="#_x0000_t75" alt="Гомоюнов" style="position:absolute;margin-left:83.7pt;margin-top:-4.5pt;width:78.75pt;height:36.75pt;z-index:-23;visibility:visible">
            <v:imagedata r:id="rId7" o:title="Гомоюнов"/>
          </v:shape>
        </w:pic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75" alt="Евстратов" style="position:absolute;margin-left:191.2pt;margin-top:3.35pt;width:68.2pt;height:36.5pt;z-index:-22;visibility:visible;mso-wrap-distance-bottom:.82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">
            <v:imagedata r:id="rId8" o:title=""/>
            <o:lock v:ext="edit" aspectratio="f"/>
          </v:shape>
        </w:pict>
      </w:r>
      <w:r w:rsidRPr="00461116">
        <w:rPr>
          <w:sz w:val="24"/>
          <w:szCs w:val="24"/>
        </w:rPr>
        <w:t xml:space="preserve">Начальник ОДС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М.И. Гомоюнов</w: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1" type="#_x0000_t75" style="position:absolute;margin-left:83.7pt;margin-top:.8pt;width:100.5pt;height:35.25pt;z-index:-21;visibility:visible">
            <v:imagedata r:id="rId9" o:title=""/>
          </v:shape>
        </w:pict>
      </w:r>
      <w:r w:rsidRPr="00461116">
        <w:rPr>
          <w:sz w:val="24"/>
          <w:szCs w:val="24"/>
        </w:rPr>
        <w:t xml:space="preserve">Начальник МС РЗАИ </w:t>
      </w:r>
      <w:r>
        <w:rPr>
          <w:sz w:val="24"/>
          <w:szCs w:val="24"/>
        </w:rPr>
        <w:t xml:space="preserve">   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С.В. Евстратов</w:t>
      </w:r>
    </w:p>
    <w:p w:rsidR="00ED74A3" w:rsidRPr="00461116" w:rsidRDefault="00ED74A3" w:rsidP="00ED74A3">
      <w:pPr>
        <w:rPr>
          <w:sz w:val="24"/>
          <w:szCs w:val="24"/>
        </w:rPr>
      </w:pPr>
      <w:r w:rsidRPr="00461116">
        <w:rPr>
          <w:sz w:val="24"/>
          <w:szCs w:val="24"/>
        </w:rPr>
        <w:t xml:space="preserve">Начальник ПС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А.Г. Морозов</w:t>
      </w:r>
    </w:p>
    <w:p w:rsidR="002850DF" w:rsidRPr="00ED4CA8" w:rsidRDefault="005522B8" w:rsidP="00ED4CA8">
      <w:pPr>
        <w:rPr>
          <w:i/>
          <w:sz w:val="24"/>
          <w:szCs w:val="24"/>
        </w:rPr>
      </w:pPr>
      <w:r w:rsidRPr="00ED4CA8">
        <w:rPr>
          <w:sz w:val="24"/>
          <w:szCs w:val="24"/>
        </w:rPr>
        <w:tab/>
      </w:r>
      <w:r w:rsidRPr="00ED4CA8">
        <w:rPr>
          <w:i/>
          <w:sz w:val="24"/>
          <w:szCs w:val="24"/>
        </w:rPr>
        <w:t>Задание по типовому бланку в указанной последовательности по состоянию схемы м</w:t>
      </w:r>
      <w:r w:rsidRPr="00ED4CA8">
        <w:rPr>
          <w:i/>
          <w:sz w:val="24"/>
          <w:szCs w:val="24"/>
        </w:rPr>
        <w:t>о</w:t>
      </w:r>
      <w:r w:rsidRPr="00ED4CA8">
        <w:rPr>
          <w:i/>
          <w:sz w:val="24"/>
          <w:szCs w:val="24"/>
        </w:rPr>
        <w:t>жет быть выполнено.</w:t>
      </w:r>
    </w:p>
    <w:p w:rsidR="002850DF" w:rsidRPr="00ED4CA8" w:rsidRDefault="005522B8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Лица, производящие переключения       ____________________________________             </w:t>
      </w:r>
    </w:p>
    <w:p w:rsidR="005522B8" w:rsidRPr="00ED4CA8" w:rsidRDefault="005522B8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Лицо, контролирующее переключения  ____________________________________</w:t>
      </w:r>
    </w:p>
    <w:p w:rsidR="00ED4CA8" w:rsidRDefault="00ED4CA8" w:rsidP="00ED4CA8">
      <w:pPr>
        <w:rPr>
          <w:sz w:val="24"/>
          <w:szCs w:val="24"/>
        </w:rPr>
      </w:pPr>
    </w:p>
    <w:p w:rsidR="005522B8" w:rsidRPr="00ED4CA8" w:rsidRDefault="005522B8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Дата _________________                                        Время начало операций____________</w:t>
      </w:r>
    </w:p>
    <w:p w:rsidR="005522B8" w:rsidRPr="00ED4CA8" w:rsidRDefault="005522B8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                                                                                   Время окончания операций_________</w:t>
      </w:r>
    </w:p>
    <w:p w:rsidR="005522B8" w:rsidRPr="00ED4CA8" w:rsidRDefault="005522B8" w:rsidP="00ED4CA8">
      <w:pPr>
        <w:rPr>
          <w:sz w:val="24"/>
          <w:szCs w:val="24"/>
          <w:highlight w:val="green"/>
        </w:rPr>
      </w:pPr>
    </w:p>
    <w:tbl>
      <w:tblPr>
        <w:tblW w:w="10173" w:type="dxa"/>
        <w:tblLook w:val="04A0"/>
      </w:tblPr>
      <w:tblGrid>
        <w:gridCol w:w="4503"/>
        <w:gridCol w:w="5670"/>
      </w:tblGrid>
      <w:tr w:rsidR="00004E94" w:rsidRPr="00ED4CA8" w:rsidTr="008A066D">
        <w:trPr>
          <w:trHeight w:val="2129"/>
        </w:trPr>
        <w:tc>
          <w:tcPr>
            <w:tcW w:w="4503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47" type="#_x0000_t75" style="position:absolute;left:0;text-align:left;margin-left:120.95pt;margin-top:5.75pt;width:138.55pt;height:67.3pt;z-index:-5;visibility:visible">
                  <v:imagedata r:id="rId6" o:title=""/>
                </v:shape>
              </w:pict>
            </w:r>
            <w:r>
              <w:rPr>
                <w:sz w:val="24"/>
                <w:szCs w:val="24"/>
              </w:rPr>
              <w:t>Главный инженер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ОАО «МРСК Центра» - «Орелэнерго»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Мценские электрические сети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________________П.Ф. Негодин</w:t>
            </w:r>
          </w:p>
          <w:p w:rsidR="00004E94" w:rsidRPr="00ED4CA8" w:rsidRDefault="00ED74A3" w:rsidP="00ED7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«20»  мая  2009г.</w:t>
            </w:r>
          </w:p>
        </w:tc>
      </w:tr>
    </w:tbl>
    <w:p w:rsidR="00004E94" w:rsidRPr="00ED4CA8" w:rsidRDefault="00004E94" w:rsidP="00ED4CA8">
      <w:pPr>
        <w:jc w:val="center"/>
        <w:rPr>
          <w:sz w:val="24"/>
          <w:szCs w:val="24"/>
        </w:rPr>
      </w:pPr>
    </w:p>
    <w:p w:rsidR="00004E94" w:rsidRPr="00ED4CA8" w:rsidRDefault="00004E94" w:rsidP="00ED4CA8">
      <w:pPr>
        <w:jc w:val="center"/>
        <w:rPr>
          <w:sz w:val="24"/>
          <w:szCs w:val="24"/>
        </w:rPr>
      </w:pPr>
      <w:r w:rsidRPr="00ED4CA8">
        <w:rPr>
          <w:sz w:val="24"/>
          <w:szCs w:val="24"/>
        </w:rPr>
        <w:t xml:space="preserve">Типовой бланк переключений № </w:t>
      </w:r>
      <w:r w:rsidR="00D722DB" w:rsidRPr="00ED4CA8">
        <w:rPr>
          <w:sz w:val="24"/>
          <w:szCs w:val="24"/>
        </w:rPr>
        <w:t>3</w:t>
      </w:r>
    </w:p>
    <w:p w:rsidR="00004E94" w:rsidRPr="00ED4CA8" w:rsidRDefault="00004E94" w:rsidP="00ED4CA8">
      <w:pPr>
        <w:pStyle w:val="1"/>
        <w:rPr>
          <w:sz w:val="24"/>
          <w:szCs w:val="24"/>
        </w:rPr>
      </w:pPr>
      <w:r w:rsidRPr="00ED4CA8">
        <w:rPr>
          <w:sz w:val="24"/>
          <w:szCs w:val="24"/>
        </w:rPr>
        <w:t>ПС  110/10кВ «Тельчье»</w:t>
      </w:r>
    </w:p>
    <w:p w:rsidR="00004E94" w:rsidRPr="00ED4CA8" w:rsidRDefault="00004E94" w:rsidP="00ED4CA8">
      <w:pPr>
        <w:pStyle w:val="3"/>
        <w:rPr>
          <w:sz w:val="24"/>
          <w:szCs w:val="24"/>
        </w:rPr>
      </w:pPr>
      <w:r w:rsidRPr="00ED4CA8">
        <w:rPr>
          <w:i/>
          <w:sz w:val="24"/>
          <w:szCs w:val="24"/>
        </w:rPr>
        <w:t>Задание</w:t>
      </w:r>
      <w:r w:rsidRPr="00ED4CA8">
        <w:rPr>
          <w:sz w:val="24"/>
          <w:szCs w:val="24"/>
        </w:rPr>
        <w:t>: Вывести в резерв Т-1 3,2 МВ∙А.</w:t>
      </w:r>
    </w:p>
    <w:p w:rsidR="00004E94" w:rsidRPr="00ED4CA8" w:rsidRDefault="00004E94" w:rsidP="00ED4CA8">
      <w:pPr>
        <w:rPr>
          <w:sz w:val="24"/>
          <w:szCs w:val="24"/>
        </w:rPr>
      </w:pPr>
      <w:r w:rsidRPr="00ED4CA8">
        <w:rPr>
          <w:i/>
          <w:sz w:val="24"/>
          <w:szCs w:val="24"/>
        </w:rPr>
        <w:t>Исходная схема ПС</w:t>
      </w:r>
      <w:r w:rsidRPr="00ED4CA8">
        <w:rPr>
          <w:sz w:val="24"/>
          <w:szCs w:val="24"/>
        </w:rPr>
        <w:t>: нормально-принятая.</w:t>
      </w:r>
    </w:p>
    <w:p w:rsidR="00004E94" w:rsidRPr="00ED4CA8" w:rsidRDefault="00004E94" w:rsidP="00ED4CA8">
      <w:pPr>
        <w:jc w:val="center"/>
        <w:rPr>
          <w:i/>
          <w:sz w:val="24"/>
          <w:szCs w:val="24"/>
        </w:rPr>
      </w:pPr>
      <w:r w:rsidRPr="00ED4CA8">
        <w:rPr>
          <w:i/>
          <w:sz w:val="24"/>
          <w:szCs w:val="24"/>
        </w:rPr>
        <w:t>Последовательность операций.</w:t>
      </w:r>
    </w:p>
    <w:tbl>
      <w:tblPr>
        <w:tblW w:w="10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6880"/>
        <w:gridCol w:w="1434"/>
        <w:gridCol w:w="1487"/>
      </w:tblGrid>
      <w:tr w:rsidR="00004E94" w:rsidRPr="00ED4CA8" w:rsidTr="008A066D">
        <w:tc>
          <w:tcPr>
            <w:tcW w:w="599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№ </w:t>
            </w:r>
            <w:proofErr w:type="gramStart"/>
            <w:r w:rsidRPr="00ED4CA8">
              <w:rPr>
                <w:sz w:val="24"/>
                <w:szCs w:val="24"/>
              </w:rPr>
              <w:t>п</w:t>
            </w:r>
            <w:proofErr w:type="gramEnd"/>
            <w:r w:rsidRPr="00ED4CA8">
              <w:rPr>
                <w:sz w:val="24"/>
                <w:szCs w:val="24"/>
              </w:rPr>
              <w:t>/п</w:t>
            </w:r>
          </w:p>
        </w:tc>
        <w:tc>
          <w:tcPr>
            <w:tcW w:w="6880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Наименование операции</w:t>
            </w:r>
          </w:p>
        </w:tc>
        <w:tc>
          <w:tcPr>
            <w:tcW w:w="1434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Место</w:t>
            </w:r>
          </w:p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проведения</w:t>
            </w:r>
          </w:p>
        </w:tc>
        <w:tc>
          <w:tcPr>
            <w:tcW w:w="1487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Примечание</w:t>
            </w:r>
          </w:p>
        </w:tc>
      </w:tr>
      <w:tr w:rsidR="00004E94" w:rsidRPr="00ED4CA8" w:rsidTr="008A066D">
        <w:tc>
          <w:tcPr>
            <w:tcW w:w="599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</w:t>
            </w:r>
          </w:p>
        </w:tc>
        <w:tc>
          <w:tcPr>
            <w:tcW w:w="6880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Проверить </w:t>
            </w:r>
            <w:proofErr w:type="spellStart"/>
            <w:r w:rsidRPr="00ED4CA8">
              <w:rPr>
                <w:sz w:val="24"/>
                <w:szCs w:val="24"/>
              </w:rPr>
              <w:t>блинкера</w:t>
            </w:r>
            <w:proofErr w:type="spellEnd"/>
            <w:r w:rsidRPr="00ED4CA8">
              <w:rPr>
                <w:sz w:val="24"/>
                <w:szCs w:val="24"/>
              </w:rPr>
              <w:t xml:space="preserve"> РЗА и соответствие переключающих ус</w:t>
            </w:r>
            <w:r w:rsidRPr="00ED4CA8">
              <w:rPr>
                <w:sz w:val="24"/>
                <w:szCs w:val="24"/>
              </w:rPr>
              <w:t>т</w:t>
            </w:r>
            <w:r w:rsidRPr="00ED4CA8">
              <w:rPr>
                <w:sz w:val="24"/>
                <w:szCs w:val="24"/>
              </w:rPr>
              <w:t>ройств РЗА нормальному р</w:t>
            </w:r>
            <w:r w:rsidRPr="00ED4CA8">
              <w:rPr>
                <w:sz w:val="24"/>
                <w:szCs w:val="24"/>
              </w:rPr>
              <w:t>е</w:t>
            </w:r>
            <w:r w:rsidRPr="00ED4CA8">
              <w:rPr>
                <w:sz w:val="24"/>
                <w:szCs w:val="24"/>
              </w:rPr>
              <w:t>жиму.</w:t>
            </w:r>
          </w:p>
        </w:tc>
        <w:tc>
          <w:tcPr>
            <w:tcW w:w="1434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ОРУ-110кВ </w:t>
            </w:r>
          </w:p>
          <w:p w:rsidR="00004E94" w:rsidRPr="00ED4CA8" w:rsidRDefault="00004E9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</w:p>
        </w:tc>
      </w:tr>
      <w:tr w:rsidR="00004E94" w:rsidRPr="00ED4CA8" w:rsidTr="008A066D">
        <w:tc>
          <w:tcPr>
            <w:tcW w:w="599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  <w:tc>
          <w:tcPr>
            <w:tcW w:w="6880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опорно-стержневую изоляцию: ОД-110 кВ Т-1, КЗ-110 кВ Т</w:t>
            </w:r>
            <w:proofErr w:type="gramStart"/>
            <w:r w:rsidRPr="00ED4CA8">
              <w:rPr>
                <w:sz w:val="24"/>
                <w:szCs w:val="24"/>
              </w:rPr>
              <w:t>1</w:t>
            </w:r>
            <w:proofErr w:type="gramEnd"/>
            <w:r w:rsidRPr="00ED4CA8">
              <w:rPr>
                <w:sz w:val="24"/>
                <w:szCs w:val="24"/>
              </w:rPr>
              <w:t>, ЛР-110 кВ, ЗРН-110 кВ Т-1, ПК-10 кВ ТСН, В-10 кВ яч. № 5.</w:t>
            </w:r>
          </w:p>
        </w:tc>
        <w:tc>
          <w:tcPr>
            <w:tcW w:w="1434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ОРУ-110кВ </w:t>
            </w:r>
          </w:p>
          <w:p w:rsidR="00004E94" w:rsidRPr="00ED4CA8" w:rsidRDefault="00004E9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</w:p>
        </w:tc>
      </w:tr>
      <w:tr w:rsidR="00004E94" w:rsidRPr="00ED4CA8" w:rsidTr="008A066D">
        <w:tc>
          <w:tcPr>
            <w:tcW w:w="599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</w:t>
            </w:r>
          </w:p>
        </w:tc>
        <w:tc>
          <w:tcPr>
            <w:tcW w:w="6880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Отключить В-10кВ ввод Т-1 </w:t>
            </w:r>
          </w:p>
        </w:tc>
        <w:tc>
          <w:tcPr>
            <w:tcW w:w="1434" w:type="dxa"/>
          </w:tcPr>
          <w:p w:rsidR="00004E94" w:rsidRPr="00ED4CA8" w:rsidRDefault="00004E9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</w:p>
        </w:tc>
      </w:tr>
      <w:tr w:rsidR="00004E94" w:rsidRPr="00ED4CA8" w:rsidTr="008A066D">
        <w:tc>
          <w:tcPr>
            <w:tcW w:w="599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4</w:t>
            </w:r>
          </w:p>
        </w:tc>
        <w:tc>
          <w:tcPr>
            <w:tcW w:w="6880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В-10кВ ввод Т-1</w:t>
            </w:r>
          </w:p>
        </w:tc>
        <w:tc>
          <w:tcPr>
            <w:tcW w:w="1434" w:type="dxa"/>
          </w:tcPr>
          <w:p w:rsidR="00004E94" w:rsidRPr="00ED4CA8" w:rsidRDefault="00004E9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</w:p>
        </w:tc>
      </w:tr>
      <w:tr w:rsidR="00004E94" w:rsidRPr="00ED4CA8" w:rsidTr="008A066D">
        <w:tc>
          <w:tcPr>
            <w:tcW w:w="599" w:type="dxa"/>
            <w:vAlign w:val="center"/>
          </w:tcPr>
          <w:p w:rsidR="00004E94" w:rsidRPr="00ED4CA8" w:rsidRDefault="00004E9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5</w:t>
            </w:r>
          </w:p>
        </w:tc>
        <w:tc>
          <w:tcPr>
            <w:tcW w:w="6880" w:type="dxa"/>
            <w:vAlign w:val="center"/>
          </w:tcPr>
          <w:p w:rsidR="00004E94" w:rsidRPr="00ED4CA8" w:rsidRDefault="00004E94" w:rsidP="00ED4CA8">
            <w:pPr>
              <w:ind w:right="-8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Откл. АВ ШУ привода В-10кВ ввод Т-1</w:t>
            </w:r>
          </w:p>
        </w:tc>
        <w:tc>
          <w:tcPr>
            <w:tcW w:w="1434" w:type="dxa"/>
          </w:tcPr>
          <w:p w:rsidR="00004E94" w:rsidRPr="00ED4CA8" w:rsidRDefault="00004E9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004E94" w:rsidRPr="00ED4CA8" w:rsidRDefault="00004E94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6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отсутствие напряжения на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7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8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9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ОД-110кВ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10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 ОД-110кВ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11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ЛР-110кВ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12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 ЛР-110кВ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13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ОД-110кВ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14</w:t>
            </w:r>
          </w:p>
        </w:tc>
        <w:tc>
          <w:tcPr>
            <w:tcW w:w="6880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 ОД-110кВ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</w:tbl>
    <w:p w:rsidR="00ED74A3" w:rsidRDefault="00ED74A3" w:rsidP="00ED74A3">
      <w:pPr>
        <w:rPr>
          <w:sz w:val="24"/>
          <w:szCs w:val="24"/>
        </w:rPr>
      </w:pPr>
    </w:p>
    <w:p w:rsidR="00ED74A3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75" alt="Гомоюнов" style="position:absolute;margin-left:83.7pt;margin-top:-4.5pt;width:78.75pt;height:36.75pt;z-index:-20;visibility:visible">
            <v:imagedata r:id="rId7" o:title="Гомоюнов"/>
          </v:shape>
        </w:pic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3" type="#_x0000_t75" alt="Евстратов" style="position:absolute;margin-left:191.2pt;margin-top:3.35pt;width:68.2pt;height:36.5pt;z-index:-19;visibility:visible;mso-wrap-distance-bottom:.82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">
            <v:imagedata r:id="rId8" o:title=""/>
            <o:lock v:ext="edit" aspectratio="f"/>
          </v:shape>
        </w:pict>
      </w:r>
      <w:r w:rsidRPr="00461116">
        <w:rPr>
          <w:sz w:val="24"/>
          <w:szCs w:val="24"/>
        </w:rPr>
        <w:t xml:space="preserve">Начальник ОДС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М.И. Гомоюнов</w: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4" type="#_x0000_t75" style="position:absolute;margin-left:83.7pt;margin-top:.8pt;width:100.5pt;height:35.25pt;z-index:-18;visibility:visible">
            <v:imagedata r:id="rId9" o:title=""/>
          </v:shape>
        </w:pict>
      </w:r>
      <w:r w:rsidRPr="00461116">
        <w:rPr>
          <w:sz w:val="24"/>
          <w:szCs w:val="24"/>
        </w:rPr>
        <w:t xml:space="preserve">Начальник МС РЗАИ </w:t>
      </w:r>
      <w:r>
        <w:rPr>
          <w:sz w:val="24"/>
          <w:szCs w:val="24"/>
        </w:rPr>
        <w:t xml:space="preserve">   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С.В. Евстратов</w:t>
      </w:r>
    </w:p>
    <w:p w:rsidR="00ED74A3" w:rsidRPr="00461116" w:rsidRDefault="00ED74A3" w:rsidP="00ED74A3">
      <w:pPr>
        <w:rPr>
          <w:sz w:val="24"/>
          <w:szCs w:val="24"/>
        </w:rPr>
      </w:pPr>
      <w:r w:rsidRPr="00461116">
        <w:rPr>
          <w:sz w:val="24"/>
          <w:szCs w:val="24"/>
        </w:rPr>
        <w:t xml:space="preserve">Начальник ПС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А.Г. Морозов</w:t>
      </w:r>
    </w:p>
    <w:p w:rsidR="00004E94" w:rsidRPr="00ED4CA8" w:rsidRDefault="00004E94" w:rsidP="00ED4CA8">
      <w:pPr>
        <w:rPr>
          <w:i/>
          <w:sz w:val="24"/>
          <w:szCs w:val="24"/>
        </w:rPr>
      </w:pPr>
      <w:r w:rsidRPr="00ED4CA8">
        <w:rPr>
          <w:sz w:val="24"/>
          <w:szCs w:val="24"/>
        </w:rPr>
        <w:tab/>
      </w:r>
      <w:r w:rsidRPr="00ED4CA8">
        <w:rPr>
          <w:i/>
          <w:sz w:val="24"/>
          <w:szCs w:val="24"/>
        </w:rPr>
        <w:t>Задание по типовому бланку в указанной последовательности по состоянию схемы м</w:t>
      </w:r>
      <w:r w:rsidRPr="00ED4CA8">
        <w:rPr>
          <w:i/>
          <w:sz w:val="24"/>
          <w:szCs w:val="24"/>
        </w:rPr>
        <w:t>о</w:t>
      </w:r>
      <w:r w:rsidRPr="00ED4CA8">
        <w:rPr>
          <w:i/>
          <w:sz w:val="24"/>
          <w:szCs w:val="24"/>
        </w:rPr>
        <w:t>жет быть выполнено.</w:t>
      </w:r>
    </w:p>
    <w:p w:rsidR="00004E94" w:rsidRPr="00ED4CA8" w:rsidRDefault="00004E94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Лица, производящие переключения       ____________________________________</w:t>
      </w:r>
    </w:p>
    <w:p w:rsidR="00004E94" w:rsidRPr="00ED4CA8" w:rsidRDefault="00004E94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Лицо, контролирующее переключения  ____________________________________</w:t>
      </w:r>
    </w:p>
    <w:p w:rsidR="00ED4CA8" w:rsidRDefault="00ED4CA8" w:rsidP="00ED4CA8">
      <w:pPr>
        <w:rPr>
          <w:sz w:val="24"/>
          <w:szCs w:val="24"/>
        </w:rPr>
      </w:pPr>
    </w:p>
    <w:p w:rsidR="00004E94" w:rsidRPr="00ED4CA8" w:rsidRDefault="00004E94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Дата _________________                                        Время начало операций____________</w:t>
      </w:r>
    </w:p>
    <w:p w:rsidR="00004E94" w:rsidRDefault="00004E94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                                                                                   Время окончания операций_________</w:t>
      </w: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Default="00ED4CA8" w:rsidP="00ED4CA8">
      <w:pPr>
        <w:rPr>
          <w:sz w:val="24"/>
          <w:szCs w:val="24"/>
        </w:rPr>
      </w:pPr>
    </w:p>
    <w:p w:rsidR="00ED4CA8" w:rsidRPr="00ED4CA8" w:rsidRDefault="00ED4CA8" w:rsidP="00ED4CA8">
      <w:pPr>
        <w:rPr>
          <w:sz w:val="24"/>
          <w:szCs w:val="24"/>
        </w:rPr>
      </w:pPr>
    </w:p>
    <w:p w:rsidR="005522B8" w:rsidRPr="00ED4CA8" w:rsidRDefault="005522B8" w:rsidP="00ED4CA8">
      <w:pPr>
        <w:ind w:left="7200"/>
        <w:jc w:val="center"/>
        <w:rPr>
          <w:sz w:val="24"/>
          <w:szCs w:val="24"/>
          <w:highlight w:val="green"/>
        </w:rPr>
      </w:pPr>
    </w:p>
    <w:tbl>
      <w:tblPr>
        <w:tblW w:w="10173" w:type="dxa"/>
        <w:tblLook w:val="04A0"/>
      </w:tblPr>
      <w:tblGrid>
        <w:gridCol w:w="4503"/>
        <w:gridCol w:w="5670"/>
      </w:tblGrid>
      <w:tr w:rsidR="00D722DB" w:rsidRPr="00ED4CA8" w:rsidTr="008A066D">
        <w:trPr>
          <w:trHeight w:val="2129"/>
        </w:trPr>
        <w:tc>
          <w:tcPr>
            <w:tcW w:w="4503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48" type="#_x0000_t75" style="position:absolute;left:0;text-align:left;margin-left:120.95pt;margin-top:5.75pt;width:138.55pt;height:67.3pt;z-index:-4;visibility:visible">
                  <v:imagedata r:id="rId6" o:title=""/>
                </v:shape>
              </w:pict>
            </w:r>
            <w:r>
              <w:rPr>
                <w:sz w:val="24"/>
                <w:szCs w:val="24"/>
              </w:rPr>
              <w:t>Главный инженер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ОАО «МРСК Центра» - «Орелэнерго»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Мценские электрические сети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________________П.Ф. Негодин</w:t>
            </w:r>
          </w:p>
          <w:p w:rsidR="00D722DB" w:rsidRPr="00ED4CA8" w:rsidRDefault="00ED74A3" w:rsidP="00ED7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«20»  мая  2009г.</w:t>
            </w:r>
          </w:p>
        </w:tc>
      </w:tr>
    </w:tbl>
    <w:p w:rsidR="00D722DB" w:rsidRPr="00ED4CA8" w:rsidRDefault="00D722DB" w:rsidP="00ED4CA8">
      <w:pPr>
        <w:jc w:val="center"/>
        <w:rPr>
          <w:sz w:val="24"/>
          <w:szCs w:val="24"/>
        </w:rPr>
      </w:pPr>
    </w:p>
    <w:p w:rsidR="00D722DB" w:rsidRPr="00ED4CA8" w:rsidRDefault="00D722DB" w:rsidP="00ED4CA8">
      <w:pPr>
        <w:jc w:val="center"/>
        <w:rPr>
          <w:sz w:val="24"/>
          <w:szCs w:val="24"/>
        </w:rPr>
      </w:pPr>
      <w:r w:rsidRPr="00ED4CA8">
        <w:rPr>
          <w:sz w:val="24"/>
          <w:szCs w:val="24"/>
        </w:rPr>
        <w:t>Типовой бланк переключений № 4</w:t>
      </w:r>
    </w:p>
    <w:p w:rsidR="00D722DB" w:rsidRPr="00ED4CA8" w:rsidRDefault="00D722DB" w:rsidP="00ED4CA8">
      <w:pPr>
        <w:pStyle w:val="1"/>
        <w:rPr>
          <w:sz w:val="24"/>
          <w:szCs w:val="24"/>
        </w:rPr>
      </w:pPr>
      <w:r w:rsidRPr="00ED4CA8">
        <w:rPr>
          <w:sz w:val="24"/>
          <w:szCs w:val="24"/>
        </w:rPr>
        <w:t>ПС  110/10кВ «Тельчье»</w:t>
      </w:r>
    </w:p>
    <w:p w:rsidR="00D722DB" w:rsidRPr="00ED4CA8" w:rsidRDefault="00D722DB" w:rsidP="00ED4CA8">
      <w:pPr>
        <w:rPr>
          <w:sz w:val="24"/>
          <w:szCs w:val="24"/>
        </w:rPr>
      </w:pPr>
    </w:p>
    <w:p w:rsidR="00D722DB" w:rsidRPr="00ED4CA8" w:rsidRDefault="00D722DB" w:rsidP="00ED4CA8">
      <w:pPr>
        <w:pStyle w:val="3"/>
        <w:rPr>
          <w:sz w:val="24"/>
          <w:szCs w:val="24"/>
        </w:rPr>
      </w:pPr>
      <w:r w:rsidRPr="00ED4CA8">
        <w:rPr>
          <w:i/>
          <w:sz w:val="24"/>
          <w:szCs w:val="24"/>
        </w:rPr>
        <w:t>Задание</w:t>
      </w:r>
      <w:r w:rsidRPr="00ED4CA8">
        <w:rPr>
          <w:sz w:val="24"/>
          <w:szCs w:val="24"/>
        </w:rPr>
        <w:t>: Ввести в работу Т-1 3,2 МВ∙А.</w:t>
      </w:r>
    </w:p>
    <w:p w:rsidR="00D722DB" w:rsidRPr="00ED4CA8" w:rsidRDefault="00D722DB" w:rsidP="00ED4CA8">
      <w:pPr>
        <w:rPr>
          <w:sz w:val="24"/>
          <w:szCs w:val="24"/>
        </w:rPr>
      </w:pPr>
      <w:r w:rsidRPr="00ED4CA8">
        <w:rPr>
          <w:i/>
          <w:sz w:val="24"/>
          <w:szCs w:val="24"/>
        </w:rPr>
        <w:t>Исходная схема ПС</w:t>
      </w:r>
      <w:r w:rsidRPr="00ED4CA8">
        <w:rPr>
          <w:sz w:val="24"/>
          <w:szCs w:val="24"/>
        </w:rPr>
        <w:t>: Т-1 в резерве.</w:t>
      </w:r>
    </w:p>
    <w:p w:rsidR="00D722DB" w:rsidRPr="00ED4CA8" w:rsidRDefault="00D722DB" w:rsidP="00ED4CA8">
      <w:pPr>
        <w:jc w:val="center"/>
        <w:rPr>
          <w:i/>
          <w:sz w:val="24"/>
          <w:szCs w:val="24"/>
        </w:rPr>
      </w:pPr>
      <w:r w:rsidRPr="00ED4CA8">
        <w:rPr>
          <w:i/>
          <w:sz w:val="24"/>
          <w:szCs w:val="24"/>
        </w:rPr>
        <w:t>Последовательность операций.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6617"/>
        <w:gridCol w:w="1434"/>
        <w:gridCol w:w="1487"/>
      </w:tblGrid>
      <w:tr w:rsidR="00D722DB" w:rsidRPr="00ED4CA8" w:rsidTr="008A066D">
        <w:tc>
          <w:tcPr>
            <w:tcW w:w="599" w:type="dxa"/>
            <w:vAlign w:val="center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№ </w:t>
            </w:r>
            <w:proofErr w:type="gramStart"/>
            <w:r w:rsidRPr="00ED4CA8">
              <w:rPr>
                <w:sz w:val="24"/>
                <w:szCs w:val="24"/>
              </w:rPr>
              <w:t>п</w:t>
            </w:r>
            <w:proofErr w:type="gramEnd"/>
            <w:r w:rsidRPr="00ED4CA8">
              <w:rPr>
                <w:sz w:val="24"/>
                <w:szCs w:val="24"/>
              </w:rPr>
              <w:t>/п</w:t>
            </w:r>
          </w:p>
        </w:tc>
        <w:tc>
          <w:tcPr>
            <w:tcW w:w="6617" w:type="dxa"/>
            <w:vAlign w:val="center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Наименование операции</w:t>
            </w:r>
          </w:p>
        </w:tc>
        <w:tc>
          <w:tcPr>
            <w:tcW w:w="1434" w:type="dxa"/>
            <w:vAlign w:val="center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Место</w:t>
            </w:r>
          </w:p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проведения</w:t>
            </w:r>
          </w:p>
        </w:tc>
        <w:tc>
          <w:tcPr>
            <w:tcW w:w="1487" w:type="dxa"/>
            <w:vAlign w:val="center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Примечание</w:t>
            </w:r>
          </w:p>
        </w:tc>
      </w:tr>
      <w:tr w:rsidR="00D722DB" w:rsidRPr="00ED4CA8" w:rsidTr="008A066D">
        <w:tc>
          <w:tcPr>
            <w:tcW w:w="599" w:type="dxa"/>
            <w:vAlign w:val="center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</w:t>
            </w:r>
          </w:p>
        </w:tc>
        <w:tc>
          <w:tcPr>
            <w:tcW w:w="6617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Проверить </w:t>
            </w:r>
            <w:proofErr w:type="spellStart"/>
            <w:r w:rsidRPr="00ED4CA8">
              <w:rPr>
                <w:sz w:val="24"/>
                <w:szCs w:val="24"/>
              </w:rPr>
              <w:t>блинкера</w:t>
            </w:r>
            <w:proofErr w:type="spellEnd"/>
            <w:r w:rsidRPr="00ED4CA8">
              <w:rPr>
                <w:sz w:val="24"/>
                <w:szCs w:val="24"/>
              </w:rPr>
              <w:t xml:space="preserve"> РЗА и соответствие переключающих устройств РЗА р</w:t>
            </w:r>
            <w:r w:rsidRPr="00ED4CA8">
              <w:rPr>
                <w:sz w:val="24"/>
                <w:szCs w:val="24"/>
              </w:rPr>
              <w:t>е</w:t>
            </w:r>
            <w:r w:rsidRPr="00ED4CA8">
              <w:rPr>
                <w:sz w:val="24"/>
                <w:szCs w:val="24"/>
              </w:rPr>
              <w:t>жиму Т-1  в резерве.</w:t>
            </w:r>
          </w:p>
        </w:tc>
        <w:tc>
          <w:tcPr>
            <w:tcW w:w="1434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ОРУ-110кВ </w:t>
            </w:r>
          </w:p>
          <w:p w:rsidR="00D722DB" w:rsidRPr="00ED4CA8" w:rsidRDefault="00D722DB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</w:p>
        </w:tc>
      </w:tr>
      <w:tr w:rsidR="00D722DB" w:rsidRPr="00ED4CA8" w:rsidTr="008A066D">
        <w:tc>
          <w:tcPr>
            <w:tcW w:w="599" w:type="dxa"/>
            <w:vAlign w:val="center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  <w:tc>
          <w:tcPr>
            <w:tcW w:w="6617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опорно-стержневую изоляцию: ОД-110 кВ Т-1, КЗ-110 кВ Т</w:t>
            </w:r>
            <w:proofErr w:type="gramStart"/>
            <w:r w:rsidRPr="00ED4CA8">
              <w:rPr>
                <w:sz w:val="24"/>
                <w:szCs w:val="24"/>
              </w:rPr>
              <w:t>1</w:t>
            </w:r>
            <w:proofErr w:type="gramEnd"/>
            <w:r w:rsidRPr="00ED4CA8">
              <w:rPr>
                <w:sz w:val="24"/>
                <w:szCs w:val="24"/>
              </w:rPr>
              <w:t>, ЛР-110 кВ, ЗРН-110 кВ Т-1, ПК-10 кВ ТСН № 1, В-10 кВ яч. № 5.</w:t>
            </w:r>
          </w:p>
        </w:tc>
        <w:tc>
          <w:tcPr>
            <w:tcW w:w="1434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ОРУ-110кВ </w:t>
            </w:r>
          </w:p>
          <w:p w:rsidR="00D722DB" w:rsidRPr="00ED4CA8" w:rsidRDefault="00D722DB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</w:p>
        </w:tc>
      </w:tr>
      <w:tr w:rsidR="00D722DB" w:rsidRPr="00ED4CA8" w:rsidTr="008A066D">
        <w:tc>
          <w:tcPr>
            <w:tcW w:w="599" w:type="dxa"/>
            <w:vAlign w:val="center"/>
          </w:tcPr>
          <w:p w:rsidR="00D722DB" w:rsidRPr="00ED4CA8" w:rsidRDefault="00D722D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</w:t>
            </w:r>
          </w:p>
        </w:tc>
        <w:tc>
          <w:tcPr>
            <w:tcW w:w="6617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Проверить отключённое положение В-10кВ ввод Т-1  </w:t>
            </w:r>
          </w:p>
        </w:tc>
        <w:tc>
          <w:tcPr>
            <w:tcW w:w="1434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D722DB" w:rsidRPr="00ED4CA8" w:rsidRDefault="00D722DB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CD3D8F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4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5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ЛР-110кВ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6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 ЛР-110кВ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7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8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ЗРН-110кВ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ОРУ-110кВ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9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Вкл. АВ ШУ привода  В-10кВ ввод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8A066D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10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В-10кВ ввод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  <w:tr w:rsidR="00BD2197" w:rsidRPr="00ED4CA8" w:rsidTr="00CD3D8F">
        <w:tc>
          <w:tcPr>
            <w:tcW w:w="599" w:type="dxa"/>
            <w:vAlign w:val="center"/>
          </w:tcPr>
          <w:p w:rsidR="00BD2197" w:rsidRPr="00ED4CA8" w:rsidRDefault="00BD219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11</w:t>
            </w:r>
          </w:p>
        </w:tc>
        <w:tc>
          <w:tcPr>
            <w:tcW w:w="661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В-10кВ ввод Т-1</w:t>
            </w:r>
          </w:p>
        </w:tc>
        <w:tc>
          <w:tcPr>
            <w:tcW w:w="1434" w:type="dxa"/>
          </w:tcPr>
          <w:p w:rsidR="00BD2197" w:rsidRPr="00ED4CA8" w:rsidRDefault="00BD2197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BD2197" w:rsidRPr="00ED4CA8" w:rsidRDefault="00BD2197" w:rsidP="00ED4CA8">
            <w:pPr>
              <w:rPr>
                <w:sz w:val="24"/>
                <w:szCs w:val="24"/>
              </w:rPr>
            </w:pPr>
          </w:p>
        </w:tc>
      </w:tr>
    </w:tbl>
    <w:p w:rsidR="00ED74A3" w:rsidRDefault="00ED74A3" w:rsidP="00ED74A3">
      <w:pPr>
        <w:rPr>
          <w:sz w:val="24"/>
          <w:szCs w:val="24"/>
        </w:rPr>
      </w:pPr>
    </w:p>
    <w:p w:rsidR="00ED74A3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5" type="#_x0000_t75" alt="Гомоюнов" style="position:absolute;margin-left:83.7pt;margin-top:-4.5pt;width:78.75pt;height:36.75pt;z-index:-17;visibility:visible">
            <v:imagedata r:id="rId7" o:title="Гомоюнов"/>
          </v:shape>
        </w:pic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6" type="#_x0000_t75" alt="Евстратов" style="position:absolute;margin-left:191.2pt;margin-top:3.35pt;width:68.2pt;height:36.5pt;z-index:-16;visibility:visible;mso-wrap-distance-bottom:.82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">
            <v:imagedata r:id="rId8" o:title=""/>
            <o:lock v:ext="edit" aspectratio="f"/>
          </v:shape>
        </w:pict>
      </w:r>
      <w:r w:rsidRPr="00461116">
        <w:rPr>
          <w:sz w:val="24"/>
          <w:szCs w:val="24"/>
        </w:rPr>
        <w:t xml:space="preserve">Начальник ОДС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М.И. Гомоюнов</w: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7" type="#_x0000_t75" style="position:absolute;margin-left:83.7pt;margin-top:.8pt;width:100.5pt;height:35.25pt;z-index:-15;visibility:visible">
            <v:imagedata r:id="rId9" o:title=""/>
          </v:shape>
        </w:pict>
      </w:r>
      <w:r w:rsidRPr="00461116">
        <w:rPr>
          <w:sz w:val="24"/>
          <w:szCs w:val="24"/>
        </w:rPr>
        <w:t xml:space="preserve">Начальник МС РЗАИ </w:t>
      </w:r>
      <w:r>
        <w:rPr>
          <w:sz w:val="24"/>
          <w:szCs w:val="24"/>
        </w:rPr>
        <w:t xml:space="preserve">   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С.В. Евстратов</w:t>
      </w:r>
    </w:p>
    <w:p w:rsidR="00ED74A3" w:rsidRPr="00461116" w:rsidRDefault="00ED74A3" w:rsidP="00ED74A3">
      <w:pPr>
        <w:rPr>
          <w:sz w:val="24"/>
          <w:szCs w:val="24"/>
        </w:rPr>
      </w:pPr>
      <w:r w:rsidRPr="00461116">
        <w:rPr>
          <w:sz w:val="24"/>
          <w:szCs w:val="24"/>
        </w:rPr>
        <w:t xml:space="preserve">Начальник ПС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А.Г. Морозов</w:t>
      </w:r>
    </w:p>
    <w:p w:rsidR="00D722DB" w:rsidRPr="00ED4CA8" w:rsidRDefault="00D722DB" w:rsidP="00ED4CA8">
      <w:pPr>
        <w:rPr>
          <w:i/>
          <w:sz w:val="24"/>
          <w:szCs w:val="24"/>
        </w:rPr>
      </w:pPr>
      <w:r w:rsidRPr="00ED4CA8">
        <w:rPr>
          <w:sz w:val="24"/>
          <w:szCs w:val="24"/>
        </w:rPr>
        <w:tab/>
      </w:r>
      <w:r w:rsidRPr="00ED4CA8">
        <w:rPr>
          <w:i/>
          <w:sz w:val="24"/>
          <w:szCs w:val="24"/>
        </w:rPr>
        <w:t>Задание по типовому бланку в указанной последовательности по состоянию схемы м</w:t>
      </w:r>
      <w:r w:rsidRPr="00ED4CA8">
        <w:rPr>
          <w:i/>
          <w:sz w:val="24"/>
          <w:szCs w:val="24"/>
        </w:rPr>
        <w:t>о</w:t>
      </w:r>
      <w:r w:rsidRPr="00ED4CA8">
        <w:rPr>
          <w:i/>
          <w:sz w:val="24"/>
          <w:szCs w:val="24"/>
        </w:rPr>
        <w:t>жет быть выполнено.</w:t>
      </w:r>
    </w:p>
    <w:p w:rsidR="00D722DB" w:rsidRPr="00ED4CA8" w:rsidRDefault="00D722DB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Лица, производящие переключения       ____________________________________             </w:t>
      </w:r>
    </w:p>
    <w:p w:rsidR="00D722DB" w:rsidRPr="00ED4CA8" w:rsidRDefault="00D722DB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Лицо, контролирующее переключения  ____________________________________</w:t>
      </w:r>
    </w:p>
    <w:p w:rsidR="00ED4CA8" w:rsidRDefault="00ED4CA8" w:rsidP="00ED4CA8">
      <w:pPr>
        <w:rPr>
          <w:sz w:val="24"/>
          <w:szCs w:val="24"/>
        </w:rPr>
      </w:pPr>
    </w:p>
    <w:p w:rsidR="00D722DB" w:rsidRPr="00ED4CA8" w:rsidRDefault="00D722DB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Дата _________________                                        Время начало операций____________</w:t>
      </w:r>
    </w:p>
    <w:p w:rsidR="00D722DB" w:rsidRPr="00ED4CA8" w:rsidRDefault="00D722DB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                                                                                   Время окончания операций_________</w:t>
      </w:r>
    </w:p>
    <w:p w:rsidR="005522B8" w:rsidRPr="00ED4CA8" w:rsidRDefault="005522B8" w:rsidP="00ED4CA8">
      <w:pPr>
        <w:ind w:left="7200"/>
        <w:jc w:val="center"/>
        <w:rPr>
          <w:sz w:val="24"/>
          <w:szCs w:val="24"/>
          <w:highlight w:val="green"/>
        </w:rPr>
      </w:pPr>
    </w:p>
    <w:p w:rsidR="005522B8" w:rsidRDefault="005522B8" w:rsidP="00ED4CA8">
      <w:pPr>
        <w:ind w:left="7200"/>
        <w:jc w:val="center"/>
        <w:rPr>
          <w:sz w:val="24"/>
          <w:szCs w:val="24"/>
          <w:highlight w:val="green"/>
        </w:rPr>
      </w:pPr>
    </w:p>
    <w:p w:rsidR="00ED4CA8" w:rsidRDefault="00ED4CA8" w:rsidP="00ED4CA8">
      <w:pPr>
        <w:ind w:left="7200"/>
        <w:jc w:val="center"/>
        <w:rPr>
          <w:sz w:val="24"/>
          <w:szCs w:val="24"/>
          <w:highlight w:val="green"/>
        </w:rPr>
      </w:pPr>
    </w:p>
    <w:p w:rsidR="00ED4CA8" w:rsidRDefault="00ED4CA8" w:rsidP="00ED4CA8">
      <w:pPr>
        <w:ind w:left="7200"/>
        <w:jc w:val="center"/>
        <w:rPr>
          <w:sz w:val="24"/>
          <w:szCs w:val="24"/>
          <w:highlight w:val="green"/>
        </w:rPr>
      </w:pPr>
    </w:p>
    <w:p w:rsidR="00ED4CA8" w:rsidRPr="00ED4CA8" w:rsidRDefault="00ED4CA8" w:rsidP="00ED4CA8">
      <w:pPr>
        <w:ind w:left="7200"/>
        <w:jc w:val="center"/>
        <w:rPr>
          <w:sz w:val="24"/>
          <w:szCs w:val="24"/>
          <w:highlight w:val="green"/>
        </w:rPr>
      </w:pPr>
    </w:p>
    <w:p w:rsidR="00447322" w:rsidRPr="00ED4CA8" w:rsidRDefault="00447322" w:rsidP="00ED4CA8">
      <w:pPr>
        <w:ind w:left="7200"/>
        <w:jc w:val="center"/>
        <w:rPr>
          <w:sz w:val="24"/>
          <w:szCs w:val="24"/>
          <w:highlight w:val="green"/>
        </w:rPr>
      </w:pPr>
    </w:p>
    <w:p w:rsidR="000742BC" w:rsidRPr="00ED4CA8" w:rsidRDefault="000742BC" w:rsidP="00ED4CA8">
      <w:pPr>
        <w:rPr>
          <w:sz w:val="24"/>
          <w:szCs w:val="24"/>
          <w:highlight w:val="green"/>
        </w:rPr>
      </w:pPr>
    </w:p>
    <w:tbl>
      <w:tblPr>
        <w:tblW w:w="10173" w:type="dxa"/>
        <w:tblLook w:val="04A0"/>
      </w:tblPr>
      <w:tblGrid>
        <w:gridCol w:w="4503"/>
        <w:gridCol w:w="5670"/>
      </w:tblGrid>
      <w:tr w:rsidR="00073D55" w:rsidRPr="00ED4CA8" w:rsidTr="009B0064">
        <w:trPr>
          <w:trHeight w:val="2129"/>
        </w:trPr>
        <w:tc>
          <w:tcPr>
            <w:tcW w:w="4503" w:type="dxa"/>
            <w:vAlign w:val="center"/>
          </w:tcPr>
          <w:p w:rsidR="00073D55" w:rsidRPr="00ED4CA8" w:rsidRDefault="00073D55" w:rsidP="00ED4CA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49" type="#_x0000_t75" style="position:absolute;left:0;text-align:left;margin-left:120.95pt;margin-top:5.75pt;width:138.55pt;height:67.3pt;z-index:-3;visibility:visible">
                  <v:imagedata r:id="rId6" o:title=""/>
                </v:shape>
              </w:pict>
            </w:r>
            <w:r>
              <w:rPr>
                <w:sz w:val="24"/>
                <w:szCs w:val="24"/>
              </w:rPr>
              <w:t>Главный инженер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ОАО «МРСК Центра» - «Орелэнерго»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Мценские электрические сети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________________П.Ф. Негодин</w:t>
            </w:r>
          </w:p>
          <w:p w:rsidR="00073D55" w:rsidRPr="00ED4CA8" w:rsidRDefault="00ED74A3" w:rsidP="00ED7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«20»  мая  2009г.</w:t>
            </w:r>
          </w:p>
        </w:tc>
      </w:tr>
    </w:tbl>
    <w:p w:rsidR="00073D55" w:rsidRPr="00ED4CA8" w:rsidRDefault="00073D55" w:rsidP="00ED4CA8">
      <w:pPr>
        <w:jc w:val="center"/>
        <w:rPr>
          <w:sz w:val="24"/>
          <w:szCs w:val="24"/>
        </w:rPr>
      </w:pPr>
    </w:p>
    <w:p w:rsidR="00073D55" w:rsidRPr="00ED4CA8" w:rsidRDefault="00073D55" w:rsidP="00ED4CA8">
      <w:pPr>
        <w:jc w:val="center"/>
        <w:rPr>
          <w:sz w:val="24"/>
          <w:szCs w:val="24"/>
        </w:rPr>
      </w:pPr>
      <w:r w:rsidRPr="00ED4CA8">
        <w:rPr>
          <w:sz w:val="24"/>
          <w:szCs w:val="24"/>
        </w:rPr>
        <w:t xml:space="preserve">Типовой бланк переключений № </w:t>
      </w:r>
      <w:r w:rsidR="00D722DB" w:rsidRPr="00ED4CA8">
        <w:rPr>
          <w:sz w:val="24"/>
          <w:szCs w:val="24"/>
        </w:rPr>
        <w:t>5</w:t>
      </w:r>
    </w:p>
    <w:p w:rsidR="00073D55" w:rsidRPr="00ED4CA8" w:rsidRDefault="00A22A11" w:rsidP="00ED4CA8">
      <w:pPr>
        <w:pStyle w:val="1"/>
        <w:rPr>
          <w:sz w:val="24"/>
          <w:szCs w:val="24"/>
        </w:rPr>
      </w:pPr>
      <w:r w:rsidRPr="00ED4CA8">
        <w:rPr>
          <w:sz w:val="24"/>
          <w:szCs w:val="24"/>
        </w:rPr>
        <w:t>ПС  110/</w:t>
      </w:r>
      <w:r w:rsidR="00073D55" w:rsidRPr="00ED4CA8">
        <w:rPr>
          <w:sz w:val="24"/>
          <w:szCs w:val="24"/>
        </w:rPr>
        <w:t>10кВ «</w:t>
      </w:r>
      <w:r w:rsidR="00447322" w:rsidRPr="00ED4CA8">
        <w:rPr>
          <w:sz w:val="24"/>
          <w:szCs w:val="24"/>
        </w:rPr>
        <w:t>Тельчье</w:t>
      </w:r>
      <w:r w:rsidR="00073D55" w:rsidRPr="00ED4CA8">
        <w:rPr>
          <w:sz w:val="24"/>
          <w:szCs w:val="24"/>
        </w:rPr>
        <w:t>»</w:t>
      </w:r>
    </w:p>
    <w:p w:rsidR="00073D55" w:rsidRPr="00ED4CA8" w:rsidRDefault="00073D55" w:rsidP="00ED4CA8">
      <w:pPr>
        <w:pStyle w:val="3"/>
        <w:rPr>
          <w:sz w:val="24"/>
          <w:szCs w:val="24"/>
        </w:rPr>
      </w:pPr>
      <w:r w:rsidRPr="00ED4CA8">
        <w:rPr>
          <w:i/>
          <w:sz w:val="24"/>
          <w:szCs w:val="24"/>
        </w:rPr>
        <w:t>Задание</w:t>
      </w:r>
      <w:r w:rsidRPr="00ED4CA8">
        <w:rPr>
          <w:sz w:val="24"/>
          <w:szCs w:val="24"/>
        </w:rPr>
        <w:t>: В</w:t>
      </w:r>
      <w:r w:rsidR="00982849" w:rsidRPr="00ED4CA8">
        <w:rPr>
          <w:sz w:val="24"/>
          <w:szCs w:val="24"/>
        </w:rPr>
        <w:t>ы</w:t>
      </w:r>
      <w:r w:rsidRPr="00ED4CA8">
        <w:rPr>
          <w:sz w:val="24"/>
          <w:szCs w:val="24"/>
        </w:rPr>
        <w:t>вести в р</w:t>
      </w:r>
      <w:r w:rsidR="00982849" w:rsidRPr="00ED4CA8">
        <w:rPr>
          <w:sz w:val="24"/>
          <w:szCs w:val="24"/>
        </w:rPr>
        <w:t>емон</w:t>
      </w:r>
      <w:r w:rsidRPr="00ED4CA8">
        <w:rPr>
          <w:sz w:val="24"/>
          <w:szCs w:val="24"/>
        </w:rPr>
        <w:t>т  с.ш.-</w:t>
      </w:r>
      <w:r w:rsidR="00982849" w:rsidRPr="00ED4CA8">
        <w:rPr>
          <w:sz w:val="24"/>
          <w:szCs w:val="24"/>
        </w:rPr>
        <w:t>10</w:t>
      </w:r>
      <w:r w:rsidRPr="00ED4CA8">
        <w:rPr>
          <w:sz w:val="24"/>
          <w:szCs w:val="24"/>
        </w:rPr>
        <w:t xml:space="preserve"> кВ.</w:t>
      </w:r>
    </w:p>
    <w:p w:rsidR="00073D55" w:rsidRPr="00ED4CA8" w:rsidRDefault="00073D55" w:rsidP="00ED4CA8">
      <w:pPr>
        <w:rPr>
          <w:sz w:val="24"/>
          <w:szCs w:val="24"/>
        </w:rPr>
      </w:pPr>
      <w:r w:rsidRPr="00ED4CA8">
        <w:rPr>
          <w:i/>
          <w:sz w:val="24"/>
          <w:szCs w:val="24"/>
        </w:rPr>
        <w:t>Исходная схема ПС</w:t>
      </w:r>
      <w:r w:rsidRPr="00ED4CA8">
        <w:rPr>
          <w:sz w:val="24"/>
          <w:szCs w:val="24"/>
        </w:rPr>
        <w:t xml:space="preserve">: </w:t>
      </w:r>
      <w:r w:rsidR="00982849" w:rsidRPr="00ED4CA8">
        <w:rPr>
          <w:sz w:val="24"/>
          <w:szCs w:val="24"/>
        </w:rPr>
        <w:t>нормально-принятая.</w:t>
      </w:r>
    </w:p>
    <w:p w:rsidR="00073D55" w:rsidRPr="00ED4CA8" w:rsidRDefault="00073D55" w:rsidP="00ED4CA8">
      <w:pPr>
        <w:jc w:val="center"/>
        <w:rPr>
          <w:i/>
          <w:sz w:val="24"/>
          <w:szCs w:val="24"/>
        </w:rPr>
      </w:pPr>
      <w:r w:rsidRPr="00ED4CA8">
        <w:rPr>
          <w:i/>
          <w:sz w:val="24"/>
          <w:szCs w:val="24"/>
        </w:rPr>
        <w:t>Последовательность операций.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6617"/>
        <w:gridCol w:w="1434"/>
        <w:gridCol w:w="1487"/>
      </w:tblGrid>
      <w:tr w:rsidR="002A02D7" w:rsidRPr="00ED4CA8" w:rsidTr="006F7BC6">
        <w:tc>
          <w:tcPr>
            <w:tcW w:w="599" w:type="dxa"/>
            <w:vAlign w:val="center"/>
          </w:tcPr>
          <w:p w:rsidR="002A02D7" w:rsidRPr="00ED4CA8" w:rsidRDefault="002A02D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№ </w:t>
            </w:r>
            <w:proofErr w:type="gramStart"/>
            <w:r w:rsidRPr="00ED4CA8">
              <w:rPr>
                <w:sz w:val="24"/>
                <w:szCs w:val="24"/>
              </w:rPr>
              <w:t>п</w:t>
            </w:r>
            <w:proofErr w:type="gramEnd"/>
            <w:r w:rsidRPr="00ED4CA8">
              <w:rPr>
                <w:sz w:val="24"/>
                <w:szCs w:val="24"/>
              </w:rPr>
              <w:t>/п</w:t>
            </w:r>
          </w:p>
        </w:tc>
        <w:tc>
          <w:tcPr>
            <w:tcW w:w="6617" w:type="dxa"/>
            <w:vAlign w:val="center"/>
          </w:tcPr>
          <w:p w:rsidR="002A02D7" w:rsidRPr="00ED4CA8" w:rsidRDefault="002A02D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Наименование операции</w:t>
            </w:r>
          </w:p>
        </w:tc>
        <w:tc>
          <w:tcPr>
            <w:tcW w:w="1434" w:type="dxa"/>
            <w:vAlign w:val="center"/>
          </w:tcPr>
          <w:p w:rsidR="002A02D7" w:rsidRPr="00ED4CA8" w:rsidRDefault="002A02D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Место</w:t>
            </w:r>
          </w:p>
          <w:p w:rsidR="002A02D7" w:rsidRPr="00ED4CA8" w:rsidRDefault="002A02D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проведения</w:t>
            </w:r>
          </w:p>
        </w:tc>
        <w:tc>
          <w:tcPr>
            <w:tcW w:w="1487" w:type="dxa"/>
            <w:vAlign w:val="center"/>
          </w:tcPr>
          <w:p w:rsidR="002A02D7" w:rsidRPr="00ED4CA8" w:rsidRDefault="002A02D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Примечание</w:t>
            </w:r>
          </w:p>
        </w:tc>
      </w:tr>
      <w:tr w:rsidR="00C8305A" w:rsidRPr="00ED4CA8" w:rsidTr="006F7BC6">
        <w:tc>
          <w:tcPr>
            <w:tcW w:w="599" w:type="dxa"/>
            <w:vAlign w:val="center"/>
          </w:tcPr>
          <w:p w:rsidR="00C8305A" w:rsidRPr="00ED4CA8" w:rsidRDefault="00C8305A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</w:t>
            </w:r>
          </w:p>
        </w:tc>
        <w:tc>
          <w:tcPr>
            <w:tcW w:w="6617" w:type="dxa"/>
            <w:vAlign w:val="center"/>
          </w:tcPr>
          <w:p w:rsidR="00C8305A" w:rsidRPr="00ED4CA8" w:rsidRDefault="00C8305A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Проверить </w:t>
            </w:r>
            <w:proofErr w:type="spellStart"/>
            <w:r w:rsidRPr="00ED4CA8">
              <w:rPr>
                <w:sz w:val="24"/>
                <w:szCs w:val="24"/>
              </w:rPr>
              <w:t>блинкера</w:t>
            </w:r>
            <w:proofErr w:type="spellEnd"/>
            <w:r w:rsidRPr="00ED4CA8">
              <w:rPr>
                <w:sz w:val="24"/>
                <w:szCs w:val="24"/>
              </w:rPr>
              <w:t xml:space="preserve"> РЗА и соответствие переключающих устройств РЗА р</w:t>
            </w:r>
            <w:r w:rsidRPr="00ED4CA8">
              <w:rPr>
                <w:sz w:val="24"/>
                <w:szCs w:val="24"/>
              </w:rPr>
              <w:t>е</w:t>
            </w:r>
            <w:r w:rsidRPr="00ED4CA8">
              <w:rPr>
                <w:sz w:val="24"/>
                <w:szCs w:val="24"/>
              </w:rPr>
              <w:t xml:space="preserve">жиму </w:t>
            </w:r>
            <w:r w:rsidR="00447322" w:rsidRPr="00ED4CA8">
              <w:rPr>
                <w:sz w:val="24"/>
                <w:szCs w:val="24"/>
              </w:rPr>
              <w:t>нормально-принятому</w:t>
            </w:r>
            <w:r w:rsidRPr="00ED4CA8">
              <w:rPr>
                <w:sz w:val="24"/>
                <w:szCs w:val="24"/>
              </w:rPr>
              <w:t>.</w:t>
            </w:r>
          </w:p>
        </w:tc>
        <w:tc>
          <w:tcPr>
            <w:tcW w:w="1434" w:type="dxa"/>
            <w:vAlign w:val="center"/>
          </w:tcPr>
          <w:p w:rsidR="00C8305A" w:rsidRPr="00ED4CA8" w:rsidRDefault="00C8305A" w:rsidP="00ED4CA8">
            <w:pPr>
              <w:rPr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C8305A" w:rsidRPr="00ED4CA8" w:rsidRDefault="00C8305A" w:rsidP="00ED4CA8">
            <w:pPr>
              <w:rPr>
                <w:sz w:val="24"/>
                <w:szCs w:val="24"/>
              </w:rPr>
            </w:pPr>
          </w:p>
        </w:tc>
      </w:tr>
      <w:tr w:rsidR="00C8305A" w:rsidRPr="00ED4CA8" w:rsidTr="006F7BC6">
        <w:tc>
          <w:tcPr>
            <w:tcW w:w="599" w:type="dxa"/>
            <w:vAlign w:val="center"/>
          </w:tcPr>
          <w:p w:rsidR="00C8305A" w:rsidRPr="00ED4CA8" w:rsidRDefault="00C8305A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  <w:tc>
          <w:tcPr>
            <w:tcW w:w="6617" w:type="dxa"/>
            <w:vAlign w:val="center"/>
          </w:tcPr>
          <w:p w:rsidR="00C8305A" w:rsidRPr="00ED4CA8" w:rsidRDefault="00C8305A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опорно-стержневую изоляцию: В-10кВ, яч. №1, №3, №5, №6, №8.</w:t>
            </w:r>
          </w:p>
        </w:tc>
        <w:tc>
          <w:tcPr>
            <w:tcW w:w="1434" w:type="dxa"/>
            <w:vAlign w:val="center"/>
          </w:tcPr>
          <w:p w:rsidR="00C8305A" w:rsidRPr="00ED4CA8" w:rsidRDefault="00C8305A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C8305A" w:rsidRPr="00ED4CA8" w:rsidRDefault="00C8305A" w:rsidP="00ED4CA8">
            <w:pPr>
              <w:rPr>
                <w:sz w:val="24"/>
                <w:szCs w:val="24"/>
              </w:rPr>
            </w:pPr>
          </w:p>
        </w:tc>
      </w:tr>
      <w:tr w:rsidR="00603E6B" w:rsidRPr="00ED4CA8" w:rsidTr="006F7BC6">
        <w:tc>
          <w:tcPr>
            <w:tcW w:w="599" w:type="dxa"/>
            <w:vAlign w:val="center"/>
          </w:tcPr>
          <w:p w:rsidR="00603E6B" w:rsidRPr="00ED4CA8" w:rsidRDefault="00603E6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</w:t>
            </w:r>
          </w:p>
        </w:tc>
        <w:tc>
          <w:tcPr>
            <w:tcW w:w="6617" w:type="dxa"/>
            <w:vAlign w:val="center"/>
          </w:tcPr>
          <w:p w:rsidR="00603E6B" w:rsidRPr="00ED4CA8" w:rsidRDefault="00603E6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Вывести АПВ</w:t>
            </w:r>
          </w:p>
        </w:tc>
        <w:tc>
          <w:tcPr>
            <w:tcW w:w="1434" w:type="dxa"/>
            <w:vAlign w:val="center"/>
          </w:tcPr>
          <w:p w:rsidR="00603E6B" w:rsidRPr="00ED4CA8" w:rsidRDefault="00603E6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603E6B" w:rsidRPr="00ED4CA8" w:rsidRDefault="00603E6B" w:rsidP="00ED4CA8">
            <w:pPr>
              <w:rPr>
                <w:sz w:val="24"/>
                <w:szCs w:val="24"/>
              </w:rPr>
            </w:pPr>
          </w:p>
        </w:tc>
      </w:tr>
      <w:tr w:rsidR="00603E6B" w:rsidRPr="00ED4CA8" w:rsidTr="006F7BC6">
        <w:tc>
          <w:tcPr>
            <w:tcW w:w="599" w:type="dxa"/>
            <w:vAlign w:val="center"/>
          </w:tcPr>
          <w:p w:rsidR="00603E6B" w:rsidRPr="00ED4CA8" w:rsidRDefault="00603E6B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4</w:t>
            </w:r>
          </w:p>
        </w:tc>
        <w:tc>
          <w:tcPr>
            <w:tcW w:w="6617" w:type="dxa"/>
            <w:vAlign w:val="center"/>
          </w:tcPr>
          <w:p w:rsidR="00603E6B" w:rsidRPr="00ED4CA8" w:rsidRDefault="00603E6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Отключить  В-10 кВ </w:t>
            </w:r>
          </w:p>
        </w:tc>
        <w:tc>
          <w:tcPr>
            <w:tcW w:w="1434" w:type="dxa"/>
            <w:vAlign w:val="center"/>
          </w:tcPr>
          <w:p w:rsidR="00603E6B" w:rsidRPr="00ED4CA8" w:rsidRDefault="00603E6B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603E6B" w:rsidRPr="00ED4CA8" w:rsidRDefault="00603E6B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CD3D8F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5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Откл. АВ ШУ привода В-10кВ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6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В-10кВ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7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ключе управления В-10 кВ вывесить плакат «Не вкл</w:t>
            </w:r>
            <w:r w:rsidRPr="00ED4CA8">
              <w:rPr>
                <w:sz w:val="24"/>
                <w:szCs w:val="24"/>
              </w:rPr>
              <w:t>ю</w:t>
            </w:r>
            <w:r w:rsidRPr="00ED4CA8">
              <w:rPr>
                <w:sz w:val="24"/>
                <w:szCs w:val="24"/>
              </w:rPr>
              <w:t>чать! Работают люди».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8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Выкатить тележку В-10 кВ в контрольное положение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8A066D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9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Вывести АПВ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10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Отключить  В-10 кВ 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11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Откл. АВ ШУ привода В-10кВ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12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В-10кВ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13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ключе управления В-10 кВ вывесить плакат «Не вкл</w:t>
            </w:r>
            <w:r w:rsidRPr="00ED4CA8">
              <w:rPr>
                <w:sz w:val="24"/>
                <w:szCs w:val="24"/>
              </w:rPr>
              <w:t>ю</w:t>
            </w:r>
            <w:r w:rsidRPr="00ED4CA8">
              <w:rPr>
                <w:sz w:val="24"/>
                <w:szCs w:val="24"/>
              </w:rPr>
              <w:t>чать! Работают люди».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14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Выкатить тележку В-10 кВ в контрольное положение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15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Вывести АПВ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16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Отключить  В-10 кВ 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17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Откл. АВ ШУ привода В-10кВ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18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В-10кВ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19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ключе управления В-10 кВ вывесить плакат «Не вкл</w:t>
            </w:r>
            <w:r w:rsidRPr="00ED4CA8">
              <w:rPr>
                <w:sz w:val="24"/>
                <w:szCs w:val="24"/>
              </w:rPr>
              <w:t>ю</w:t>
            </w:r>
            <w:r w:rsidRPr="00ED4CA8">
              <w:rPr>
                <w:sz w:val="24"/>
                <w:szCs w:val="24"/>
              </w:rPr>
              <w:t>чать! Работают люди».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20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Выкатить тележку В-10 кВ в контрольное положение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21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Вывести АПВ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22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Отключить  В-10 кВ 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23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Откл. АВ ШУ привода В-10кВ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24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В-10кВ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25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ключе управления В-10 кВ вывесить плакат «Не вкл</w:t>
            </w:r>
            <w:r w:rsidRPr="00ED4CA8">
              <w:rPr>
                <w:sz w:val="24"/>
                <w:szCs w:val="24"/>
              </w:rPr>
              <w:t>ю</w:t>
            </w:r>
            <w:r w:rsidRPr="00ED4CA8">
              <w:rPr>
                <w:sz w:val="24"/>
                <w:szCs w:val="24"/>
              </w:rPr>
              <w:t>чать! Работают люди».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26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Выкатить тележку В-10 кВ в контрольное положение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27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Вывести АПВ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28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Отключить  В-10 кВ 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29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Откл. АВ ШУ привода В-10кВ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30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В-10кВ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BF141C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31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ключе управления В-10 кВ вывесить плакат «Не вкл</w:t>
            </w:r>
            <w:r w:rsidRPr="00ED4CA8">
              <w:rPr>
                <w:sz w:val="24"/>
                <w:szCs w:val="24"/>
              </w:rPr>
              <w:t>ю</w:t>
            </w:r>
            <w:r w:rsidRPr="00ED4CA8">
              <w:rPr>
                <w:sz w:val="24"/>
                <w:szCs w:val="24"/>
              </w:rPr>
              <w:t>чать! Работают люди».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32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Выкатить тележку ТН в контрольное положение</w:t>
            </w:r>
          </w:p>
        </w:tc>
        <w:tc>
          <w:tcPr>
            <w:tcW w:w="1434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7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отсутствие напряжения в яч. ТН в сторону 1 с.ш.-10 кВ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7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34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ЗН в яч. ТН в сторону 1 с.ш.-10 кВ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7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  <w:tr w:rsidR="00E66214" w:rsidRPr="00ED4CA8" w:rsidTr="006F7BC6">
        <w:tc>
          <w:tcPr>
            <w:tcW w:w="599" w:type="dxa"/>
            <w:vAlign w:val="center"/>
          </w:tcPr>
          <w:p w:rsidR="00E66214" w:rsidRPr="00ED4CA8" w:rsidRDefault="00E66214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35</w:t>
            </w:r>
          </w:p>
        </w:tc>
        <w:tc>
          <w:tcPr>
            <w:tcW w:w="661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 ключе управления В-10 кВ вывесить плакат «Заземлено».</w:t>
            </w:r>
          </w:p>
        </w:tc>
        <w:tc>
          <w:tcPr>
            <w:tcW w:w="1434" w:type="dxa"/>
          </w:tcPr>
          <w:p w:rsidR="00E66214" w:rsidRPr="00ED4CA8" w:rsidRDefault="00E66214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E66214" w:rsidRPr="00ED4CA8" w:rsidRDefault="00E66214" w:rsidP="00ED4CA8">
            <w:pPr>
              <w:rPr>
                <w:sz w:val="24"/>
                <w:szCs w:val="24"/>
              </w:rPr>
            </w:pPr>
          </w:p>
        </w:tc>
      </w:tr>
    </w:tbl>
    <w:p w:rsidR="00ED74A3" w:rsidRDefault="00ED74A3" w:rsidP="00ED74A3">
      <w:pPr>
        <w:rPr>
          <w:sz w:val="24"/>
          <w:szCs w:val="24"/>
        </w:rPr>
      </w:pPr>
    </w:p>
    <w:p w:rsidR="00ED74A3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8" type="#_x0000_t75" alt="Гомоюнов" style="position:absolute;margin-left:83.7pt;margin-top:-4.5pt;width:78.75pt;height:36.75pt;z-index:-14;visibility:visible">
            <v:imagedata r:id="rId7" o:title="Гомоюнов"/>
          </v:shape>
        </w:pic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9" type="#_x0000_t75" alt="Евстратов" style="position:absolute;margin-left:191.2pt;margin-top:3.35pt;width:68.2pt;height:36.5pt;z-index:-13;visibility:visible;mso-wrap-distance-bottom:.82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">
            <v:imagedata r:id="rId8" o:title=""/>
            <o:lock v:ext="edit" aspectratio="f"/>
          </v:shape>
        </w:pict>
      </w:r>
      <w:r w:rsidRPr="00461116">
        <w:rPr>
          <w:sz w:val="24"/>
          <w:szCs w:val="24"/>
        </w:rPr>
        <w:t xml:space="preserve">Начальник ОДС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М.И. Гомоюнов</w: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0" type="#_x0000_t75" style="position:absolute;margin-left:83.7pt;margin-top:.8pt;width:100.5pt;height:35.25pt;z-index:-12;visibility:visible">
            <v:imagedata r:id="rId9" o:title=""/>
          </v:shape>
        </w:pict>
      </w:r>
      <w:r w:rsidRPr="00461116">
        <w:rPr>
          <w:sz w:val="24"/>
          <w:szCs w:val="24"/>
        </w:rPr>
        <w:t xml:space="preserve">Начальник МС РЗАИ </w:t>
      </w:r>
      <w:r>
        <w:rPr>
          <w:sz w:val="24"/>
          <w:szCs w:val="24"/>
        </w:rPr>
        <w:t xml:space="preserve">   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С.В. Евстратов</w:t>
      </w:r>
    </w:p>
    <w:p w:rsidR="00ED74A3" w:rsidRPr="00461116" w:rsidRDefault="00ED74A3" w:rsidP="00ED74A3">
      <w:pPr>
        <w:rPr>
          <w:sz w:val="24"/>
          <w:szCs w:val="24"/>
        </w:rPr>
      </w:pPr>
      <w:r w:rsidRPr="00461116">
        <w:rPr>
          <w:sz w:val="24"/>
          <w:szCs w:val="24"/>
        </w:rPr>
        <w:t xml:space="preserve">Начальник ПС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А.Г. Морозов</w:t>
      </w:r>
    </w:p>
    <w:p w:rsidR="00073D55" w:rsidRPr="00ED4CA8" w:rsidRDefault="00073D55" w:rsidP="00ED4CA8">
      <w:pPr>
        <w:rPr>
          <w:i/>
          <w:sz w:val="24"/>
          <w:szCs w:val="24"/>
        </w:rPr>
      </w:pPr>
      <w:r w:rsidRPr="00ED4CA8">
        <w:rPr>
          <w:sz w:val="24"/>
          <w:szCs w:val="24"/>
        </w:rPr>
        <w:tab/>
      </w:r>
      <w:r w:rsidRPr="00ED4CA8">
        <w:rPr>
          <w:i/>
          <w:sz w:val="24"/>
          <w:szCs w:val="24"/>
        </w:rPr>
        <w:t>Задание по типовому бланку в указанной последовательности по состоянию схемы м</w:t>
      </w:r>
      <w:r w:rsidRPr="00ED4CA8">
        <w:rPr>
          <w:i/>
          <w:sz w:val="24"/>
          <w:szCs w:val="24"/>
        </w:rPr>
        <w:t>о</w:t>
      </w:r>
      <w:r w:rsidRPr="00ED4CA8">
        <w:rPr>
          <w:i/>
          <w:sz w:val="24"/>
          <w:szCs w:val="24"/>
        </w:rPr>
        <w:t>жет быть выполнено.</w:t>
      </w:r>
    </w:p>
    <w:p w:rsidR="00285025" w:rsidRPr="00ED4CA8" w:rsidRDefault="00285025" w:rsidP="00ED4CA8">
      <w:pPr>
        <w:rPr>
          <w:sz w:val="24"/>
          <w:szCs w:val="24"/>
        </w:rPr>
      </w:pPr>
    </w:p>
    <w:p w:rsidR="00073D55" w:rsidRPr="00ED4CA8" w:rsidRDefault="00073D55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Лица, производящие переключения       ____________________________________</w:t>
      </w:r>
    </w:p>
    <w:p w:rsidR="00073D55" w:rsidRPr="00ED4CA8" w:rsidRDefault="00073D55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                                                                    ____________________________________</w:t>
      </w:r>
    </w:p>
    <w:p w:rsidR="00073D55" w:rsidRPr="00ED4CA8" w:rsidRDefault="00073D55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Лицо, контролирующее переключения  ____________________________________</w:t>
      </w:r>
    </w:p>
    <w:p w:rsidR="00154ADA" w:rsidRPr="00ED4CA8" w:rsidRDefault="00154ADA" w:rsidP="00ED4CA8">
      <w:pPr>
        <w:rPr>
          <w:sz w:val="24"/>
          <w:szCs w:val="24"/>
        </w:rPr>
      </w:pPr>
    </w:p>
    <w:p w:rsidR="00073D55" w:rsidRPr="00ED4CA8" w:rsidRDefault="00073D55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Дата _________________                                        Время начало операций____________</w:t>
      </w:r>
    </w:p>
    <w:p w:rsidR="00073D55" w:rsidRPr="00ED4CA8" w:rsidRDefault="00073D55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                                                                                   Время окончания операций_________</w:t>
      </w:r>
    </w:p>
    <w:p w:rsidR="00073D55" w:rsidRPr="00ED4CA8" w:rsidRDefault="00073D55" w:rsidP="00ED4CA8">
      <w:pPr>
        <w:rPr>
          <w:sz w:val="24"/>
          <w:szCs w:val="24"/>
          <w:highlight w:val="green"/>
        </w:rPr>
      </w:pPr>
    </w:p>
    <w:p w:rsidR="005522B8" w:rsidRPr="00ED4CA8" w:rsidRDefault="005522B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Default="005317F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Pr="00ED4CA8" w:rsidRDefault="00ED4CA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317F8" w:rsidRPr="00ED4CA8" w:rsidRDefault="005317F8" w:rsidP="00ED4CA8">
      <w:pPr>
        <w:rPr>
          <w:sz w:val="24"/>
          <w:szCs w:val="24"/>
          <w:highlight w:val="green"/>
        </w:rPr>
      </w:pPr>
    </w:p>
    <w:p w:rsidR="005522B8" w:rsidRPr="00ED4CA8" w:rsidRDefault="005522B8" w:rsidP="00ED4CA8">
      <w:pPr>
        <w:rPr>
          <w:sz w:val="24"/>
          <w:szCs w:val="24"/>
          <w:highlight w:val="green"/>
        </w:rPr>
      </w:pPr>
    </w:p>
    <w:tbl>
      <w:tblPr>
        <w:tblW w:w="10173" w:type="dxa"/>
        <w:tblLook w:val="04A0"/>
      </w:tblPr>
      <w:tblGrid>
        <w:gridCol w:w="4503"/>
        <w:gridCol w:w="5670"/>
      </w:tblGrid>
      <w:tr w:rsidR="00453E8B" w:rsidRPr="00ED4CA8" w:rsidTr="009B0064">
        <w:trPr>
          <w:trHeight w:val="2129"/>
        </w:trPr>
        <w:tc>
          <w:tcPr>
            <w:tcW w:w="4503" w:type="dxa"/>
            <w:vAlign w:val="center"/>
          </w:tcPr>
          <w:p w:rsidR="00453E8B" w:rsidRPr="00ED4CA8" w:rsidRDefault="00453E8B" w:rsidP="00ED4CA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_x0000_s1050" type="#_x0000_t75" style="position:absolute;left:0;text-align:left;margin-left:120.95pt;margin-top:5.75pt;width:138.55pt;height:67.3pt;z-index:-2;visibility:visible">
                  <v:imagedata r:id="rId6" o:title=""/>
                </v:shape>
              </w:pict>
            </w:r>
            <w:r>
              <w:rPr>
                <w:sz w:val="24"/>
                <w:szCs w:val="24"/>
              </w:rPr>
              <w:t>Главный инженер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ОАО «МРСК Центра» - «Орелэнерго»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Мценские электрические сети</w:t>
            </w:r>
          </w:p>
          <w:p w:rsidR="00ED74A3" w:rsidRDefault="00ED74A3" w:rsidP="00ED74A3">
            <w:pPr>
              <w:ind w:right="-1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________________П.Ф. Негодин</w:t>
            </w:r>
          </w:p>
          <w:p w:rsidR="00453E8B" w:rsidRPr="00ED4CA8" w:rsidRDefault="00ED74A3" w:rsidP="00ED74A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«20»  мая  2009г.</w:t>
            </w:r>
          </w:p>
        </w:tc>
      </w:tr>
    </w:tbl>
    <w:p w:rsidR="00453E8B" w:rsidRPr="00ED4CA8" w:rsidRDefault="00453E8B" w:rsidP="00ED4CA8">
      <w:pPr>
        <w:jc w:val="center"/>
        <w:rPr>
          <w:sz w:val="24"/>
          <w:szCs w:val="24"/>
        </w:rPr>
      </w:pPr>
    </w:p>
    <w:p w:rsidR="00453E8B" w:rsidRPr="00ED4CA8" w:rsidRDefault="00453E8B" w:rsidP="00ED4CA8">
      <w:pPr>
        <w:jc w:val="center"/>
        <w:rPr>
          <w:sz w:val="24"/>
          <w:szCs w:val="24"/>
        </w:rPr>
      </w:pPr>
      <w:r w:rsidRPr="00ED4CA8">
        <w:rPr>
          <w:sz w:val="24"/>
          <w:szCs w:val="24"/>
        </w:rPr>
        <w:t xml:space="preserve">Типовой бланк переключений № </w:t>
      </w:r>
      <w:r w:rsidR="00D722DB" w:rsidRPr="00ED4CA8">
        <w:rPr>
          <w:sz w:val="24"/>
          <w:szCs w:val="24"/>
        </w:rPr>
        <w:t>6</w:t>
      </w:r>
    </w:p>
    <w:p w:rsidR="00453E8B" w:rsidRPr="00ED4CA8" w:rsidRDefault="00A22A11" w:rsidP="00ED4CA8">
      <w:pPr>
        <w:pStyle w:val="1"/>
        <w:rPr>
          <w:sz w:val="24"/>
          <w:szCs w:val="24"/>
        </w:rPr>
      </w:pPr>
      <w:r w:rsidRPr="00ED4CA8">
        <w:rPr>
          <w:sz w:val="24"/>
          <w:szCs w:val="24"/>
        </w:rPr>
        <w:t>ПС  110/</w:t>
      </w:r>
      <w:r w:rsidR="00453E8B" w:rsidRPr="00ED4CA8">
        <w:rPr>
          <w:sz w:val="24"/>
          <w:szCs w:val="24"/>
        </w:rPr>
        <w:t>10кВ «</w:t>
      </w:r>
      <w:r w:rsidR="00AD0990" w:rsidRPr="00ED4CA8">
        <w:rPr>
          <w:sz w:val="24"/>
          <w:szCs w:val="24"/>
        </w:rPr>
        <w:t>Тельчье</w:t>
      </w:r>
      <w:r w:rsidR="00453E8B" w:rsidRPr="00ED4CA8">
        <w:rPr>
          <w:sz w:val="24"/>
          <w:szCs w:val="24"/>
        </w:rPr>
        <w:t>»</w:t>
      </w:r>
    </w:p>
    <w:p w:rsidR="00453E8B" w:rsidRPr="00ED4CA8" w:rsidRDefault="00453E8B" w:rsidP="00ED4CA8">
      <w:pPr>
        <w:pStyle w:val="3"/>
        <w:rPr>
          <w:sz w:val="24"/>
          <w:szCs w:val="24"/>
        </w:rPr>
      </w:pPr>
      <w:r w:rsidRPr="00ED4CA8">
        <w:rPr>
          <w:i/>
          <w:sz w:val="24"/>
          <w:szCs w:val="24"/>
        </w:rPr>
        <w:t>Задание</w:t>
      </w:r>
      <w:r w:rsidRPr="00ED4CA8">
        <w:rPr>
          <w:sz w:val="24"/>
          <w:szCs w:val="24"/>
        </w:rPr>
        <w:t>: Ввести в р</w:t>
      </w:r>
      <w:r w:rsidR="003C38E2" w:rsidRPr="00ED4CA8">
        <w:rPr>
          <w:sz w:val="24"/>
          <w:szCs w:val="24"/>
        </w:rPr>
        <w:t>або</w:t>
      </w:r>
      <w:r w:rsidRPr="00ED4CA8">
        <w:rPr>
          <w:sz w:val="24"/>
          <w:szCs w:val="24"/>
        </w:rPr>
        <w:t>т</w:t>
      </w:r>
      <w:r w:rsidR="003C38E2" w:rsidRPr="00ED4CA8">
        <w:rPr>
          <w:sz w:val="24"/>
          <w:szCs w:val="24"/>
        </w:rPr>
        <w:t>у</w:t>
      </w:r>
      <w:r w:rsidR="000A44D2" w:rsidRPr="00ED4CA8">
        <w:rPr>
          <w:sz w:val="24"/>
          <w:szCs w:val="24"/>
        </w:rPr>
        <w:t xml:space="preserve"> </w:t>
      </w:r>
      <w:r w:rsidRPr="00ED4CA8">
        <w:rPr>
          <w:sz w:val="24"/>
          <w:szCs w:val="24"/>
        </w:rPr>
        <w:t xml:space="preserve"> с.ш.-10 кВ.</w:t>
      </w:r>
    </w:p>
    <w:p w:rsidR="00453E8B" w:rsidRPr="00ED4CA8" w:rsidRDefault="00453E8B" w:rsidP="00ED4CA8">
      <w:pPr>
        <w:rPr>
          <w:sz w:val="24"/>
          <w:szCs w:val="24"/>
        </w:rPr>
      </w:pPr>
      <w:r w:rsidRPr="00ED4CA8">
        <w:rPr>
          <w:i/>
          <w:sz w:val="24"/>
          <w:szCs w:val="24"/>
        </w:rPr>
        <w:t>Исходная схема ПС</w:t>
      </w:r>
      <w:r w:rsidRPr="00ED4CA8">
        <w:rPr>
          <w:sz w:val="24"/>
          <w:szCs w:val="24"/>
        </w:rPr>
        <w:t xml:space="preserve">: </w:t>
      </w:r>
      <w:r w:rsidR="003C38E2" w:rsidRPr="00ED4CA8">
        <w:rPr>
          <w:sz w:val="24"/>
          <w:szCs w:val="24"/>
        </w:rPr>
        <w:t xml:space="preserve"> с.ш.-10 кВ в ремонте</w:t>
      </w:r>
      <w:r w:rsidRPr="00ED4CA8">
        <w:rPr>
          <w:sz w:val="24"/>
          <w:szCs w:val="24"/>
        </w:rPr>
        <w:t>.</w:t>
      </w:r>
    </w:p>
    <w:p w:rsidR="00453E8B" w:rsidRPr="00ED4CA8" w:rsidRDefault="00453E8B" w:rsidP="00ED4CA8">
      <w:pPr>
        <w:jc w:val="center"/>
        <w:rPr>
          <w:i/>
          <w:sz w:val="24"/>
          <w:szCs w:val="24"/>
        </w:rPr>
      </w:pPr>
      <w:r w:rsidRPr="00ED4CA8">
        <w:rPr>
          <w:i/>
          <w:sz w:val="24"/>
          <w:szCs w:val="24"/>
        </w:rPr>
        <w:t>Последовательность операций.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6617"/>
        <w:gridCol w:w="1434"/>
        <w:gridCol w:w="1487"/>
      </w:tblGrid>
      <w:tr w:rsidR="00715427" w:rsidRPr="00ED4CA8" w:rsidTr="006F7BC6">
        <w:tc>
          <w:tcPr>
            <w:tcW w:w="599" w:type="dxa"/>
            <w:vAlign w:val="center"/>
          </w:tcPr>
          <w:p w:rsidR="00715427" w:rsidRPr="00ED4CA8" w:rsidRDefault="0071542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№ </w:t>
            </w:r>
            <w:proofErr w:type="gramStart"/>
            <w:r w:rsidRPr="00ED4CA8">
              <w:rPr>
                <w:sz w:val="24"/>
                <w:szCs w:val="24"/>
              </w:rPr>
              <w:t>п</w:t>
            </w:r>
            <w:proofErr w:type="gramEnd"/>
            <w:r w:rsidRPr="00ED4CA8">
              <w:rPr>
                <w:sz w:val="24"/>
                <w:szCs w:val="24"/>
              </w:rPr>
              <w:t>/п</w:t>
            </w:r>
          </w:p>
        </w:tc>
        <w:tc>
          <w:tcPr>
            <w:tcW w:w="6617" w:type="dxa"/>
            <w:vAlign w:val="center"/>
          </w:tcPr>
          <w:p w:rsidR="00715427" w:rsidRPr="00ED4CA8" w:rsidRDefault="0071542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Наименование операции</w:t>
            </w:r>
          </w:p>
        </w:tc>
        <w:tc>
          <w:tcPr>
            <w:tcW w:w="1434" w:type="dxa"/>
            <w:vAlign w:val="center"/>
          </w:tcPr>
          <w:p w:rsidR="00715427" w:rsidRPr="00ED4CA8" w:rsidRDefault="0071542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Место</w:t>
            </w:r>
          </w:p>
          <w:p w:rsidR="00715427" w:rsidRPr="00ED4CA8" w:rsidRDefault="0071542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проведения</w:t>
            </w:r>
          </w:p>
        </w:tc>
        <w:tc>
          <w:tcPr>
            <w:tcW w:w="1487" w:type="dxa"/>
            <w:vAlign w:val="center"/>
          </w:tcPr>
          <w:p w:rsidR="00715427" w:rsidRPr="00ED4CA8" w:rsidRDefault="00715427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Примечание</w:t>
            </w:r>
          </w:p>
        </w:tc>
      </w:tr>
      <w:tr w:rsidR="008A066D" w:rsidRPr="00ED4CA8" w:rsidTr="00CE62F8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 xml:space="preserve">Проверить </w:t>
            </w:r>
            <w:proofErr w:type="spellStart"/>
            <w:r w:rsidRPr="00ED4CA8">
              <w:rPr>
                <w:sz w:val="24"/>
                <w:szCs w:val="24"/>
              </w:rPr>
              <w:t>блинкера</w:t>
            </w:r>
            <w:proofErr w:type="spellEnd"/>
            <w:r w:rsidRPr="00ED4CA8">
              <w:rPr>
                <w:sz w:val="24"/>
                <w:szCs w:val="24"/>
              </w:rPr>
              <w:t xml:space="preserve"> РЗА и соответствие переключающих устройств РЗА р</w:t>
            </w:r>
            <w:r w:rsidRPr="00ED4CA8">
              <w:rPr>
                <w:sz w:val="24"/>
                <w:szCs w:val="24"/>
              </w:rPr>
              <w:t>е</w:t>
            </w:r>
            <w:r w:rsidRPr="00ED4CA8">
              <w:rPr>
                <w:sz w:val="24"/>
                <w:szCs w:val="24"/>
              </w:rPr>
              <w:t>жиму с.ш.-10 кВ в ремонте.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CE62F8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опорно-стержневую изоляцию: В-10кВ, яч. №1,  №3,  №5, №6, №8.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ind w:right="-71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КРУН-10кВ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Отключить ЗН в яч. ТН в сторону 1 с.ш.-10 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7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4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 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5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Вкатить тележку ввод-10 кВ № 1 в рабочее положение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6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Вкатить тележку ТН № 1 в рабочее положение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7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7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 АВ ШУ привода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BF141C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8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BF141C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9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5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10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 кВ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BF141C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11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Вкатить тележку В-10 кВ в рабочее положение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BF141C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12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 АВ ШУ привода В-10кВ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BF141C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13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 В-10кВ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14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В-10кВ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15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Ввести АПВ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1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16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 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BF141C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17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Вкатить тележку В-10 кВ в рабочее положение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BF141C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18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 АВ ШУ привода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BF141C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19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20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21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Ввести АПВ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3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22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 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23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Вкатить тележку В-10 кВ в рабочее положение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24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 АВ ШУ привода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25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26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27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Ввести АПВ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6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28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отключённое положение В-10 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29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Вкатить тележку В-10 кВ в рабочее положение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30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 АВ ШУ привода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31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Включить 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6F7BC6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32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Проверить включённое положение В-10кВ</w:t>
            </w:r>
          </w:p>
        </w:tc>
        <w:tc>
          <w:tcPr>
            <w:tcW w:w="1434" w:type="dxa"/>
          </w:tcPr>
          <w:p w:rsidR="008A066D" w:rsidRPr="00ED4CA8" w:rsidRDefault="008A066D" w:rsidP="00ED4CA8">
            <w:pPr>
              <w:ind w:left="-128" w:right="-71" w:firstLine="128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  <w:tr w:rsidR="008A066D" w:rsidRPr="00ED4CA8" w:rsidTr="008A066D">
        <w:tc>
          <w:tcPr>
            <w:tcW w:w="599" w:type="dxa"/>
            <w:vAlign w:val="center"/>
          </w:tcPr>
          <w:p w:rsidR="008A066D" w:rsidRPr="00ED4CA8" w:rsidRDefault="008A066D" w:rsidP="00ED4CA8">
            <w:pPr>
              <w:jc w:val="center"/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33</w:t>
            </w:r>
          </w:p>
        </w:tc>
        <w:tc>
          <w:tcPr>
            <w:tcW w:w="661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Ввести АПВ</w:t>
            </w:r>
          </w:p>
        </w:tc>
        <w:tc>
          <w:tcPr>
            <w:tcW w:w="1434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  <w:r w:rsidRPr="00ED4CA8">
              <w:rPr>
                <w:sz w:val="24"/>
                <w:szCs w:val="24"/>
              </w:rPr>
              <w:t>яч. № 8</w:t>
            </w:r>
          </w:p>
        </w:tc>
        <w:tc>
          <w:tcPr>
            <w:tcW w:w="1487" w:type="dxa"/>
            <w:vAlign w:val="center"/>
          </w:tcPr>
          <w:p w:rsidR="008A066D" w:rsidRPr="00ED4CA8" w:rsidRDefault="008A066D" w:rsidP="00ED4CA8">
            <w:pPr>
              <w:rPr>
                <w:sz w:val="24"/>
                <w:szCs w:val="24"/>
              </w:rPr>
            </w:pPr>
          </w:p>
        </w:tc>
      </w:tr>
    </w:tbl>
    <w:p w:rsidR="00ED74A3" w:rsidRDefault="00ED74A3" w:rsidP="00ED74A3">
      <w:pPr>
        <w:rPr>
          <w:sz w:val="24"/>
          <w:szCs w:val="24"/>
        </w:rPr>
      </w:pPr>
    </w:p>
    <w:p w:rsidR="00ED74A3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1" type="#_x0000_t75" alt="Гомоюнов" style="position:absolute;margin-left:83.7pt;margin-top:-4.5pt;width:78.75pt;height:36.75pt;z-index:-11;visibility:visible">
            <v:imagedata r:id="rId7" o:title="Гомоюнов"/>
          </v:shape>
        </w:pic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2" type="#_x0000_t75" alt="Евстратов" style="position:absolute;margin-left:191.2pt;margin-top:3.35pt;width:68.2pt;height:36.5pt;z-index:-10;visibility:visible;mso-wrap-distance-bottom:.82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">
            <v:imagedata r:id="rId8" o:title=""/>
            <o:lock v:ext="edit" aspectratio="f"/>
          </v:shape>
        </w:pict>
      </w:r>
      <w:r w:rsidRPr="00461116">
        <w:rPr>
          <w:sz w:val="24"/>
          <w:szCs w:val="24"/>
        </w:rPr>
        <w:t xml:space="preserve">Начальник ОДС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М.И. Гомоюнов</w:t>
      </w:r>
    </w:p>
    <w:p w:rsidR="00ED74A3" w:rsidRPr="00461116" w:rsidRDefault="00ED74A3" w:rsidP="00ED74A3">
      <w:pPr>
        <w:rPr>
          <w:sz w:val="24"/>
          <w:szCs w:val="24"/>
        </w:rPr>
      </w:pPr>
      <w:r w:rsidRPr="00461116">
        <w:rPr>
          <w:sz w:val="24"/>
          <w:szCs w:val="24"/>
        </w:rPr>
        <w:t xml:space="preserve">Начальник МС РЗАИ </w:t>
      </w:r>
      <w:r>
        <w:rPr>
          <w:sz w:val="24"/>
          <w:szCs w:val="24"/>
        </w:rPr>
        <w:t xml:space="preserve">   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С.В. Евстратов</w:t>
      </w:r>
    </w:p>
    <w:p w:rsidR="00ED74A3" w:rsidRPr="00461116" w:rsidRDefault="00ED74A3" w:rsidP="00ED74A3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43" type="#_x0000_t75" style="position:absolute;margin-left:116.7pt;margin-top:-19pt;width:100.5pt;height:35.25pt;z-index:-9;visibility:visible">
            <v:imagedata r:id="rId9" o:title=""/>
          </v:shape>
        </w:pict>
      </w:r>
      <w:r w:rsidRPr="00461116">
        <w:rPr>
          <w:sz w:val="24"/>
          <w:szCs w:val="24"/>
        </w:rPr>
        <w:t xml:space="preserve">Начальник ПС </w:t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</w:r>
      <w:r w:rsidRPr="00461116">
        <w:rPr>
          <w:sz w:val="24"/>
          <w:szCs w:val="24"/>
        </w:rPr>
        <w:tab/>
        <w:t>А.Г. Морозов</w:t>
      </w:r>
    </w:p>
    <w:p w:rsidR="00453E8B" w:rsidRPr="00ED4CA8" w:rsidRDefault="00453E8B" w:rsidP="00ED4CA8">
      <w:pPr>
        <w:rPr>
          <w:i/>
          <w:sz w:val="24"/>
          <w:szCs w:val="24"/>
        </w:rPr>
      </w:pPr>
      <w:r w:rsidRPr="00ED4CA8">
        <w:rPr>
          <w:sz w:val="24"/>
          <w:szCs w:val="24"/>
        </w:rPr>
        <w:tab/>
      </w:r>
      <w:r w:rsidRPr="00ED4CA8">
        <w:rPr>
          <w:i/>
          <w:sz w:val="24"/>
          <w:szCs w:val="24"/>
        </w:rPr>
        <w:t>Задание по типовому бланку в указанной последовательности по состоянию схемы м</w:t>
      </w:r>
      <w:r w:rsidRPr="00ED4CA8">
        <w:rPr>
          <w:i/>
          <w:sz w:val="24"/>
          <w:szCs w:val="24"/>
        </w:rPr>
        <w:t>о</w:t>
      </w:r>
      <w:r w:rsidRPr="00ED4CA8">
        <w:rPr>
          <w:i/>
          <w:sz w:val="24"/>
          <w:szCs w:val="24"/>
        </w:rPr>
        <w:t>жет быть выполнено.</w:t>
      </w:r>
    </w:p>
    <w:p w:rsidR="00453E8B" w:rsidRPr="00ED4CA8" w:rsidRDefault="00453E8B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Лица, производящие переключения       ____________________________________</w:t>
      </w:r>
    </w:p>
    <w:p w:rsidR="00453E8B" w:rsidRPr="00ED4CA8" w:rsidRDefault="00453E8B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                                                                    ____________________________________</w:t>
      </w:r>
    </w:p>
    <w:p w:rsidR="00453E8B" w:rsidRPr="00ED4CA8" w:rsidRDefault="00453E8B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Лицо, контролирующее переключения  ____________________________________</w:t>
      </w:r>
    </w:p>
    <w:p w:rsidR="00453E8B" w:rsidRPr="00ED4CA8" w:rsidRDefault="00453E8B" w:rsidP="00ED4CA8">
      <w:pPr>
        <w:rPr>
          <w:sz w:val="24"/>
          <w:szCs w:val="24"/>
        </w:rPr>
      </w:pPr>
    </w:p>
    <w:p w:rsidR="00453E8B" w:rsidRPr="00ED4CA8" w:rsidRDefault="00453E8B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>Дата _________________                                        Время начало операций____________</w:t>
      </w:r>
    </w:p>
    <w:p w:rsidR="00453E8B" w:rsidRPr="00ED4CA8" w:rsidRDefault="00453E8B" w:rsidP="00ED4CA8">
      <w:pPr>
        <w:rPr>
          <w:sz w:val="24"/>
          <w:szCs w:val="24"/>
        </w:rPr>
      </w:pPr>
      <w:r w:rsidRPr="00ED4CA8">
        <w:rPr>
          <w:sz w:val="24"/>
          <w:szCs w:val="24"/>
        </w:rPr>
        <w:t xml:space="preserve">                                                                                   Время окончания операций_________</w:t>
      </w:r>
    </w:p>
    <w:p w:rsidR="00453E8B" w:rsidRPr="00ED4CA8" w:rsidRDefault="00453E8B" w:rsidP="00ED4CA8">
      <w:pPr>
        <w:rPr>
          <w:sz w:val="24"/>
          <w:szCs w:val="24"/>
          <w:highlight w:val="green"/>
        </w:rPr>
      </w:pPr>
    </w:p>
    <w:p w:rsidR="005522B8" w:rsidRPr="00ED4CA8" w:rsidRDefault="005522B8" w:rsidP="00ED4CA8">
      <w:pPr>
        <w:rPr>
          <w:sz w:val="24"/>
          <w:szCs w:val="24"/>
          <w:highlight w:val="green"/>
        </w:rPr>
      </w:pPr>
    </w:p>
    <w:p w:rsidR="00A84D4D" w:rsidRPr="00ED4CA8" w:rsidRDefault="00A84D4D" w:rsidP="00ED4CA8">
      <w:pPr>
        <w:rPr>
          <w:sz w:val="24"/>
          <w:szCs w:val="24"/>
          <w:highlight w:val="green"/>
        </w:rPr>
      </w:pPr>
    </w:p>
    <w:p w:rsidR="00A84D4D" w:rsidRPr="00ED4CA8" w:rsidRDefault="00A84D4D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Default="00A22A11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Default="00ED4CA8" w:rsidP="00ED4CA8">
      <w:pPr>
        <w:rPr>
          <w:sz w:val="24"/>
          <w:szCs w:val="24"/>
          <w:highlight w:val="green"/>
        </w:rPr>
      </w:pPr>
    </w:p>
    <w:p w:rsidR="00ED4CA8" w:rsidRPr="00ED4CA8" w:rsidRDefault="00ED4CA8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22A11" w:rsidRPr="00ED4CA8" w:rsidRDefault="00A22A11" w:rsidP="00ED4CA8">
      <w:pPr>
        <w:rPr>
          <w:sz w:val="24"/>
          <w:szCs w:val="24"/>
          <w:highlight w:val="green"/>
        </w:rPr>
      </w:pPr>
    </w:p>
    <w:p w:rsidR="00AD38FF" w:rsidRPr="00ED4CA8" w:rsidRDefault="00AD38FF" w:rsidP="00ED4CA8">
      <w:pPr>
        <w:rPr>
          <w:sz w:val="24"/>
          <w:szCs w:val="24"/>
          <w:highlight w:val="green"/>
        </w:rPr>
      </w:pPr>
    </w:p>
    <w:p w:rsidR="003233BD" w:rsidRPr="00ED4CA8" w:rsidRDefault="003233BD" w:rsidP="00ED4CA8">
      <w:pPr>
        <w:jc w:val="both"/>
        <w:rPr>
          <w:sz w:val="24"/>
          <w:szCs w:val="24"/>
        </w:rPr>
      </w:pPr>
    </w:p>
    <w:sectPr w:rsidR="003233BD" w:rsidRPr="00ED4CA8" w:rsidSect="00ED4CA8">
      <w:pgSz w:w="11906" w:h="16838" w:code="9"/>
      <w:pgMar w:top="567" w:right="567" w:bottom="567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411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2059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C973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D871E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FA97B50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11326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3BC5535"/>
    <w:multiLevelType w:val="hybridMultilevel"/>
    <w:tmpl w:val="13064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9549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9255C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9B622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BDF61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9B1F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D1601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D422409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984D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010A6A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3621E37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3A47E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7A762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A0539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716BB7"/>
    <w:multiLevelType w:val="hybridMultilevel"/>
    <w:tmpl w:val="20FE2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1B65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5762921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83B686A"/>
    <w:multiLevelType w:val="hybridMultilevel"/>
    <w:tmpl w:val="EAA2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D35576"/>
    <w:multiLevelType w:val="hybridMultilevel"/>
    <w:tmpl w:val="C1C066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7560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21F60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35129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D9B6E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4DC23DF0"/>
    <w:multiLevelType w:val="hybridMultilevel"/>
    <w:tmpl w:val="A0A0C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A14B6B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2955A7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47E33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5FC6B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7941781"/>
    <w:multiLevelType w:val="hybridMultilevel"/>
    <w:tmpl w:val="B8FC24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7B16609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81852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5BA33C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1997E2A"/>
    <w:multiLevelType w:val="hybridMultilevel"/>
    <w:tmpl w:val="EF9E1E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4F02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6137E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9F503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8"/>
  </w:num>
  <w:num w:numId="2">
    <w:abstractNumId w:val="32"/>
  </w:num>
  <w:num w:numId="3">
    <w:abstractNumId w:val="4"/>
  </w:num>
  <w:num w:numId="4">
    <w:abstractNumId w:val="3"/>
  </w:num>
  <w:num w:numId="5">
    <w:abstractNumId w:val="1"/>
  </w:num>
  <w:num w:numId="6">
    <w:abstractNumId w:val="35"/>
  </w:num>
  <w:num w:numId="7">
    <w:abstractNumId w:val="18"/>
  </w:num>
  <w:num w:numId="8">
    <w:abstractNumId w:val="39"/>
  </w:num>
  <w:num w:numId="9">
    <w:abstractNumId w:val="13"/>
  </w:num>
  <w:num w:numId="10">
    <w:abstractNumId w:val="9"/>
  </w:num>
  <w:num w:numId="11">
    <w:abstractNumId w:val="27"/>
  </w:num>
  <w:num w:numId="12">
    <w:abstractNumId w:val="0"/>
  </w:num>
  <w:num w:numId="13">
    <w:abstractNumId w:val="22"/>
  </w:num>
  <w:num w:numId="14">
    <w:abstractNumId w:val="30"/>
  </w:num>
  <w:num w:numId="15">
    <w:abstractNumId w:val="16"/>
  </w:num>
  <w:num w:numId="16">
    <w:abstractNumId w:val="37"/>
  </w:num>
  <w:num w:numId="17">
    <w:abstractNumId w:val="21"/>
  </w:num>
  <w:num w:numId="18">
    <w:abstractNumId w:val="33"/>
  </w:num>
  <w:num w:numId="19">
    <w:abstractNumId w:val="12"/>
  </w:num>
  <w:num w:numId="20">
    <w:abstractNumId w:val="19"/>
  </w:num>
  <w:num w:numId="21">
    <w:abstractNumId w:val="40"/>
  </w:num>
  <w:num w:numId="22">
    <w:abstractNumId w:val="26"/>
  </w:num>
  <w:num w:numId="23">
    <w:abstractNumId w:val="15"/>
  </w:num>
  <w:num w:numId="24">
    <w:abstractNumId w:val="25"/>
  </w:num>
  <w:num w:numId="25">
    <w:abstractNumId w:val="10"/>
  </w:num>
  <w:num w:numId="26">
    <w:abstractNumId w:val="17"/>
  </w:num>
  <w:num w:numId="27">
    <w:abstractNumId w:val="2"/>
  </w:num>
  <w:num w:numId="28">
    <w:abstractNumId w:val="8"/>
  </w:num>
  <w:num w:numId="29">
    <w:abstractNumId w:val="5"/>
  </w:num>
  <w:num w:numId="30">
    <w:abstractNumId w:val="14"/>
  </w:num>
  <w:num w:numId="31">
    <w:abstractNumId w:val="7"/>
  </w:num>
  <w:num w:numId="32">
    <w:abstractNumId w:val="36"/>
  </w:num>
  <w:num w:numId="33">
    <w:abstractNumId w:val="11"/>
  </w:num>
  <w:num w:numId="34">
    <w:abstractNumId w:val="41"/>
  </w:num>
  <w:num w:numId="35">
    <w:abstractNumId w:val="31"/>
  </w:num>
  <w:num w:numId="36">
    <w:abstractNumId w:val="23"/>
  </w:num>
  <w:num w:numId="37">
    <w:abstractNumId w:val="38"/>
  </w:num>
  <w:num w:numId="38">
    <w:abstractNumId w:val="29"/>
  </w:num>
  <w:num w:numId="39">
    <w:abstractNumId w:val="20"/>
  </w:num>
  <w:num w:numId="40">
    <w:abstractNumId w:val="34"/>
  </w:num>
  <w:num w:numId="41">
    <w:abstractNumId w:val="6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E22"/>
    <w:rsid w:val="00004E94"/>
    <w:rsid w:val="00005A5C"/>
    <w:rsid w:val="0000750A"/>
    <w:rsid w:val="000162F9"/>
    <w:rsid w:val="00027C24"/>
    <w:rsid w:val="000404C4"/>
    <w:rsid w:val="00057827"/>
    <w:rsid w:val="000660B8"/>
    <w:rsid w:val="00073D55"/>
    <w:rsid w:val="000742BC"/>
    <w:rsid w:val="00092711"/>
    <w:rsid w:val="00093580"/>
    <w:rsid w:val="00093ED3"/>
    <w:rsid w:val="000A44D2"/>
    <w:rsid w:val="000A595E"/>
    <w:rsid w:val="000B045F"/>
    <w:rsid w:val="000B0866"/>
    <w:rsid w:val="000B6418"/>
    <w:rsid w:val="000C45F1"/>
    <w:rsid w:val="000E29E8"/>
    <w:rsid w:val="000E58F1"/>
    <w:rsid w:val="000F7C56"/>
    <w:rsid w:val="00111B74"/>
    <w:rsid w:val="001172C2"/>
    <w:rsid w:val="0012475E"/>
    <w:rsid w:val="0013132E"/>
    <w:rsid w:val="001548AA"/>
    <w:rsid w:val="00154ADA"/>
    <w:rsid w:val="0015634F"/>
    <w:rsid w:val="00163C20"/>
    <w:rsid w:val="00164C5E"/>
    <w:rsid w:val="00193A12"/>
    <w:rsid w:val="001B3EB3"/>
    <w:rsid w:val="001C4BBA"/>
    <w:rsid w:val="001E0A57"/>
    <w:rsid w:val="001F6CE1"/>
    <w:rsid w:val="0021489D"/>
    <w:rsid w:val="0022120F"/>
    <w:rsid w:val="002234FA"/>
    <w:rsid w:val="00241D92"/>
    <w:rsid w:val="00246C89"/>
    <w:rsid w:val="00267350"/>
    <w:rsid w:val="00285025"/>
    <w:rsid w:val="002850DF"/>
    <w:rsid w:val="00292D50"/>
    <w:rsid w:val="00294150"/>
    <w:rsid w:val="002A02D7"/>
    <w:rsid w:val="002B00A8"/>
    <w:rsid w:val="002B7CC8"/>
    <w:rsid w:val="002C088D"/>
    <w:rsid w:val="002C3B63"/>
    <w:rsid w:val="002C46CC"/>
    <w:rsid w:val="002D0814"/>
    <w:rsid w:val="002D4FD1"/>
    <w:rsid w:val="002D58C9"/>
    <w:rsid w:val="002E4F0B"/>
    <w:rsid w:val="002E54DD"/>
    <w:rsid w:val="002E5C0C"/>
    <w:rsid w:val="003233BD"/>
    <w:rsid w:val="00324299"/>
    <w:rsid w:val="00325A5E"/>
    <w:rsid w:val="00353D68"/>
    <w:rsid w:val="00355F18"/>
    <w:rsid w:val="00365B54"/>
    <w:rsid w:val="003911B9"/>
    <w:rsid w:val="00395776"/>
    <w:rsid w:val="003A0523"/>
    <w:rsid w:val="003C00B2"/>
    <w:rsid w:val="003C38E2"/>
    <w:rsid w:val="003D6225"/>
    <w:rsid w:val="003D7D5C"/>
    <w:rsid w:val="003E662A"/>
    <w:rsid w:val="003E67A8"/>
    <w:rsid w:val="003F4311"/>
    <w:rsid w:val="003F795B"/>
    <w:rsid w:val="004178F7"/>
    <w:rsid w:val="00420ACC"/>
    <w:rsid w:val="00425C90"/>
    <w:rsid w:val="00432C4A"/>
    <w:rsid w:val="00436765"/>
    <w:rsid w:val="00447322"/>
    <w:rsid w:val="00452660"/>
    <w:rsid w:val="00453E8B"/>
    <w:rsid w:val="00460549"/>
    <w:rsid w:val="00463573"/>
    <w:rsid w:val="00465863"/>
    <w:rsid w:val="004679B0"/>
    <w:rsid w:val="00471D76"/>
    <w:rsid w:val="0047533A"/>
    <w:rsid w:val="0047758C"/>
    <w:rsid w:val="004830E3"/>
    <w:rsid w:val="00484ECB"/>
    <w:rsid w:val="00493BA1"/>
    <w:rsid w:val="004943ED"/>
    <w:rsid w:val="00496D51"/>
    <w:rsid w:val="00497996"/>
    <w:rsid w:val="004A0F3C"/>
    <w:rsid w:val="004A5180"/>
    <w:rsid w:val="004B254F"/>
    <w:rsid w:val="004C30D1"/>
    <w:rsid w:val="004C6223"/>
    <w:rsid w:val="004D75E6"/>
    <w:rsid w:val="004E213A"/>
    <w:rsid w:val="004F51C1"/>
    <w:rsid w:val="0050429D"/>
    <w:rsid w:val="005107E4"/>
    <w:rsid w:val="0052739C"/>
    <w:rsid w:val="005317F8"/>
    <w:rsid w:val="00535B7A"/>
    <w:rsid w:val="00542B70"/>
    <w:rsid w:val="0055184F"/>
    <w:rsid w:val="005522B8"/>
    <w:rsid w:val="00560EA8"/>
    <w:rsid w:val="00562E22"/>
    <w:rsid w:val="00586C4F"/>
    <w:rsid w:val="00594411"/>
    <w:rsid w:val="005948FA"/>
    <w:rsid w:val="00595B38"/>
    <w:rsid w:val="005B51F2"/>
    <w:rsid w:val="005B56F4"/>
    <w:rsid w:val="005C18AA"/>
    <w:rsid w:val="005C1A66"/>
    <w:rsid w:val="005C38CB"/>
    <w:rsid w:val="005C4A80"/>
    <w:rsid w:val="005C52DD"/>
    <w:rsid w:val="005C5378"/>
    <w:rsid w:val="005C7FF0"/>
    <w:rsid w:val="005D1458"/>
    <w:rsid w:val="005F4405"/>
    <w:rsid w:val="005F68AC"/>
    <w:rsid w:val="00603E6B"/>
    <w:rsid w:val="00607121"/>
    <w:rsid w:val="006112B2"/>
    <w:rsid w:val="00614F49"/>
    <w:rsid w:val="00615C61"/>
    <w:rsid w:val="00617428"/>
    <w:rsid w:val="006313A5"/>
    <w:rsid w:val="0063250C"/>
    <w:rsid w:val="00636517"/>
    <w:rsid w:val="00643968"/>
    <w:rsid w:val="0064570E"/>
    <w:rsid w:val="00646E4A"/>
    <w:rsid w:val="00653849"/>
    <w:rsid w:val="0067165F"/>
    <w:rsid w:val="0069083F"/>
    <w:rsid w:val="006A44B0"/>
    <w:rsid w:val="006B14FE"/>
    <w:rsid w:val="006B5B0B"/>
    <w:rsid w:val="006C72C6"/>
    <w:rsid w:val="006D1E40"/>
    <w:rsid w:val="006E6976"/>
    <w:rsid w:val="006F29C7"/>
    <w:rsid w:val="006F7BC6"/>
    <w:rsid w:val="00705F34"/>
    <w:rsid w:val="0070620D"/>
    <w:rsid w:val="00715427"/>
    <w:rsid w:val="00733C27"/>
    <w:rsid w:val="007500B4"/>
    <w:rsid w:val="00765B13"/>
    <w:rsid w:val="007665F1"/>
    <w:rsid w:val="007713EF"/>
    <w:rsid w:val="007728F2"/>
    <w:rsid w:val="00775A7D"/>
    <w:rsid w:val="0079345A"/>
    <w:rsid w:val="007936C6"/>
    <w:rsid w:val="007A1790"/>
    <w:rsid w:val="007B256A"/>
    <w:rsid w:val="007B3548"/>
    <w:rsid w:val="007C664C"/>
    <w:rsid w:val="007E6213"/>
    <w:rsid w:val="0080758F"/>
    <w:rsid w:val="00817874"/>
    <w:rsid w:val="0082327D"/>
    <w:rsid w:val="00840F2A"/>
    <w:rsid w:val="00847533"/>
    <w:rsid w:val="00852A71"/>
    <w:rsid w:val="00862CD9"/>
    <w:rsid w:val="00863825"/>
    <w:rsid w:val="00873813"/>
    <w:rsid w:val="008763E8"/>
    <w:rsid w:val="00882BE4"/>
    <w:rsid w:val="00882C50"/>
    <w:rsid w:val="0088647D"/>
    <w:rsid w:val="008904C9"/>
    <w:rsid w:val="00895F67"/>
    <w:rsid w:val="008A066D"/>
    <w:rsid w:val="008A0E5C"/>
    <w:rsid w:val="008A1D17"/>
    <w:rsid w:val="008B5803"/>
    <w:rsid w:val="008D51A2"/>
    <w:rsid w:val="00901B4B"/>
    <w:rsid w:val="009072F2"/>
    <w:rsid w:val="00910FD1"/>
    <w:rsid w:val="00914427"/>
    <w:rsid w:val="009217AD"/>
    <w:rsid w:val="00942F45"/>
    <w:rsid w:val="009616DE"/>
    <w:rsid w:val="009648D2"/>
    <w:rsid w:val="00966E0B"/>
    <w:rsid w:val="00971A25"/>
    <w:rsid w:val="00982849"/>
    <w:rsid w:val="00987BFE"/>
    <w:rsid w:val="0099232A"/>
    <w:rsid w:val="009927E9"/>
    <w:rsid w:val="009B0064"/>
    <w:rsid w:val="009B4C51"/>
    <w:rsid w:val="009C4D5A"/>
    <w:rsid w:val="009C62F3"/>
    <w:rsid w:val="009D30F9"/>
    <w:rsid w:val="009D4D1D"/>
    <w:rsid w:val="009D7F66"/>
    <w:rsid w:val="009F26BC"/>
    <w:rsid w:val="00A00E46"/>
    <w:rsid w:val="00A01336"/>
    <w:rsid w:val="00A03A00"/>
    <w:rsid w:val="00A14370"/>
    <w:rsid w:val="00A20939"/>
    <w:rsid w:val="00A22A11"/>
    <w:rsid w:val="00A35475"/>
    <w:rsid w:val="00A410F0"/>
    <w:rsid w:val="00A44166"/>
    <w:rsid w:val="00A45DF7"/>
    <w:rsid w:val="00A53B5B"/>
    <w:rsid w:val="00A552E8"/>
    <w:rsid w:val="00A62C15"/>
    <w:rsid w:val="00A67EB3"/>
    <w:rsid w:val="00A849EC"/>
    <w:rsid w:val="00A84D4D"/>
    <w:rsid w:val="00AA6543"/>
    <w:rsid w:val="00AB2B1B"/>
    <w:rsid w:val="00AD0990"/>
    <w:rsid w:val="00AD38FF"/>
    <w:rsid w:val="00AE27C9"/>
    <w:rsid w:val="00AE780F"/>
    <w:rsid w:val="00AF09AC"/>
    <w:rsid w:val="00B021A3"/>
    <w:rsid w:val="00B126C5"/>
    <w:rsid w:val="00B13898"/>
    <w:rsid w:val="00B17AF6"/>
    <w:rsid w:val="00B32E35"/>
    <w:rsid w:val="00B330E5"/>
    <w:rsid w:val="00B335AC"/>
    <w:rsid w:val="00B4760E"/>
    <w:rsid w:val="00B606C2"/>
    <w:rsid w:val="00B75922"/>
    <w:rsid w:val="00BB7CF7"/>
    <w:rsid w:val="00BD2197"/>
    <w:rsid w:val="00BF141C"/>
    <w:rsid w:val="00BF4780"/>
    <w:rsid w:val="00C11757"/>
    <w:rsid w:val="00C16558"/>
    <w:rsid w:val="00C316AF"/>
    <w:rsid w:val="00C40226"/>
    <w:rsid w:val="00C41C50"/>
    <w:rsid w:val="00C64ACA"/>
    <w:rsid w:val="00C8305A"/>
    <w:rsid w:val="00C97856"/>
    <w:rsid w:val="00CA5EAA"/>
    <w:rsid w:val="00CC2DC8"/>
    <w:rsid w:val="00CD3D8F"/>
    <w:rsid w:val="00CD586B"/>
    <w:rsid w:val="00CE5770"/>
    <w:rsid w:val="00CE5AC8"/>
    <w:rsid w:val="00CE62F8"/>
    <w:rsid w:val="00D32458"/>
    <w:rsid w:val="00D33E09"/>
    <w:rsid w:val="00D43B49"/>
    <w:rsid w:val="00D722DB"/>
    <w:rsid w:val="00D76D8A"/>
    <w:rsid w:val="00D87A3B"/>
    <w:rsid w:val="00D948F2"/>
    <w:rsid w:val="00DC5BDA"/>
    <w:rsid w:val="00DD0F94"/>
    <w:rsid w:val="00DD17B9"/>
    <w:rsid w:val="00DD3915"/>
    <w:rsid w:val="00DD5EFC"/>
    <w:rsid w:val="00DE0C81"/>
    <w:rsid w:val="00DE7EBB"/>
    <w:rsid w:val="00E045EC"/>
    <w:rsid w:val="00E2477F"/>
    <w:rsid w:val="00E53AA0"/>
    <w:rsid w:val="00E65CEA"/>
    <w:rsid w:val="00E65FC4"/>
    <w:rsid w:val="00E66214"/>
    <w:rsid w:val="00E80820"/>
    <w:rsid w:val="00E8682E"/>
    <w:rsid w:val="00E86A50"/>
    <w:rsid w:val="00E91DEA"/>
    <w:rsid w:val="00E97D7D"/>
    <w:rsid w:val="00EA33EB"/>
    <w:rsid w:val="00EC1121"/>
    <w:rsid w:val="00EC7E01"/>
    <w:rsid w:val="00ED08D2"/>
    <w:rsid w:val="00ED47AF"/>
    <w:rsid w:val="00ED4CA8"/>
    <w:rsid w:val="00ED74A3"/>
    <w:rsid w:val="00EF49C5"/>
    <w:rsid w:val="00EF6F82"/>
    <w:rsid w:val="00F07470"/>
    <w:rsid w:val="00F12BD4"/>
    <w:rsid w:val="00F14B2D"/>
    <w:rsid w:val="00F1632D"/>
    <w:rsid w:val="00F24827"/>
    <w:rsid w:val="00F333BE"/>
    <w:rsid w:val="00F40275"/>
    <w:rsid w:val="00F4201E"/>
    <w:rsid w:val="00F474F2"/>
    <w:rsid w:val="00F66564"/>
    <w:rsid w:val="00F67F83"/>
    <w:rsid w:val="00F7258C"/>
    <w:rsid w:val="00F72F23"/>
    <w:rsid w:val="00F731AD"/>
    <w:rsid w:val="00F97CDD"/>
    <w:rsid w:val="00FC2526"/>
    <w:rsid w:val="00FC5C36"/>
    <w:rsid w:val="00FD16F2"/>
    <w:rsid w:val="00FE5DAF"/>
    <w:rsid w:val="00FE64AB"/>
    <w:rsid w:val="00FF7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ody Text Indent"/>
    <w:basedOn w:val="a"/>
    <w:link w:val="a5"/>
    <w:pPr>
      <w:ind w:left="426" w:hanging="426"/>
    </w:pPr>
    <w:rPr>
      <w:sz w:val="28"/>
    </w:rPr>
  </w:style>
  <w:style w:type="paragraph" w:styleId="20">
    <w:name w:val="Body Text Indent 2"/>
    <w:basedOn w:val="a"/>
    <w:semiHidden/>
    <w:pPr>
      <w:ind w:left="426" w:hanging="426"/>
      <w:jc w:val="both"/>
    </w:pPr>
    <w:rPr>
      <w:sz w:val="28"/>
    </w:rPr>
  </w:style>
  <w:style w:type="paragraph" w:styleId="21">
    <w:name w:val="Body Text 2"/>
    <w:basedOn w:val="a"/>
    <w:semiHidden/>
    <w:pPr>
      <w:tabs>
        <w:tab w:val="left" w:pos="0"/>
      </w:tabs>
    </w:pPr>
    <w:rPr>
      <w:sz w:val="28"/>
    </w:rPr>
  </w:style>
  <w:style w:type="paragraph" w:styleId="31">
    <w:name w:val="Body Text Indent 3"/>
    <w:basedOn w:val="a"/>
    <w:semiHidden/>
    <w:pPr>
      <w:ind w:left="720" w:hanging="720"/>
    </w:pPr>
    <w:rPr>
      <w:sz w:val="28"/>
    </w:rPr>
  </w:style>
  <w:style w:type="paragraph" w:styleId="32">
    <w:name w:val="Body Text 3"/>
    <w:basedOn w:val="a"/>
    <w:semiHidden/>
    <w:pPr>
      <w:jc w:val="right"/>
    </w:pPr>
    <w:rPr>
      <w:sz w:val="28"/>
      <w:lang w:val="en-US"/>
    </w:rPr>
  </w:style>
  <w:style w:type="character" w:styleId="a6">
    <w:name w:val="Hyperlink"/>
    <w:basedOn w:val="a0"/>
    <w:semiHidden/>
    <w:rPr>
      <w:color w:val="0000FF"/>
      <w:u w:val="single"/>
    </w:rPr>
  </w:style>
  <w:style w:type="character" w:styleId="a7">
    <w:name w:val="FollowedHyperlink"/>
    <w:basedOn w:val="a0"/>
    <w:semiHidden/>
    <w:rPr>
      <w:color w:val="800080"/>
      <w:u w:val="single"/>
    </w:rPr>
  </w:style>
  <w:style w:type="table" w:styleId="a8">
    <w:name w:val="Table Grid"/>
    <w:basedOn w:val="a1"/>
    <w:uiPriority w:val="59"/>
    <w:rsid w:val="002D08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233BD"/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3233BD"/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F665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656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E54D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CB816-EA47-418A-915C-28A50EBC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123</vt:lpstr>
    </vt:vector>
  </TitlesOfParts>
  <Company>Firma RKK</Company>
  <LinksUpToDate>false</LinksUpToDate>
  <CharactersWithSpaces>14446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</dc:title>
  <dc:subject/>
  <dc:creator>MZENSK</dc:creator>
  <cp:keywords/>
  <dc:description/>
  <cp:lastModifiedBy>voronin.as</cp:lastModifiedBy>
  <cp:revision>2</cp:revision>
  <cp:lastPrinted>2008-10-26T04:21:00Z</cp:lastPrinted>
  <dcterms:created xsi:type="dcterms:W3CDTF">2012-04-16T11:23:00Z</dcterms:created>
  <dcterms:modified xsi:type="dcterms:W3CDTF">2012-04-16T11:23:00Z</dcterms:modified>
</cp:coreProperties>
</file>